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D10FA" w14:textId="77777777" w:rsidR="00F724A5" w:rsidRDefault="00F724A5" w:rsidP="00A07DDA">
      <w:pPr>
        <w:jc w:val="center"/>
        <w:rPr>
          <w:b/>
          <w:sz w:val="28"/>
          <w:szCs w:val="28"/>
        </w:rPr>
      </w:pPr>
    </w:p>
    <w:p w14:paraId="62AE7342" w14:textId="05AE4B9C" w:rsidR="00845830" w:rsidRDefault="00845830" w:rsidP="00845830">
      <w:pPr>
        <w:jc w:val="center"/>
        <w:rPr>
          <w:b/>
          <w:sz w:val="28"/>
          <w:szCs w:val="28"/>
        </w:rPr>
      </w:pPr>
      <w:r w:rsidRPr="00790A69">
        <w:rPr>
          <w:b/>
          <w:sz w:val="28"/>
          <w:szCs w:val="28"/>
        </w:rPr>
        <w:t xml:space="preserve">Provisional timetable of the </w:t>
      </w:r>
      <w:r w:rsidRPr="00017CC2">
        <w:rPr>
          <w:b/>
          <w:sz w:val="28"/>
          <w:szCs w:val="28"/>
        </w:rPr>
        <w:t xml:space="preserve">MEETING OF THE </w:t>
      </w:r>
      <w:r>
        <w:rPr>
          <w:b/>
          <w:sz w:val="28"/>
          <w:szCs w:val="28"/>
        </w:rPr>
        <w:t xml:space="preserve">WORKING GROUP </w:t>
      </w:r>
      <w:r>
        <w:rPr>
          <w:b/>
          <w:sz w:val="28"/>
          <w:szCs w:val="28"/>
        </w:rPr>
        <w:br/>
        <w:t xml:space="preserve">ON </w:t>
      </w:r>
      <w:r w:rsidR="007A31B8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>LIVES MARKET SITUATION AND TECHNICAL ISSUES</w:t>
      </w:r>
      <w:r w:rsidRPr="00017CC2">
        <w:rPr>
          <w:b/>
          <w:sz w:val="28"/>
          <w:szCs w:val="28"/>
        </w:rPr>
        <w:t xml:space="preserve"> </w:t>
      </w:r>
    </w:p>
    <w:p w14:paraId="5988A110" w14:textId="5E7F523C" w:rsidR="00845830" w:rsidRDefault="00845830" w:rsidP="00845830">
      <w:pPr>
        <w:jc w:val="center"/>
        <w:rPr>
          <w:b/>
          <w:sz w:val="28"/>
          <w:szCs w:val="28"/>
        </w:rPr>
      </w:pPr>
      <w:proofErr w:type="gramStart"/>
      <w:r w:rsidRPr="00017CC2">
        <w:rPr>
          <w:b/>
          <w:sz w:val="28"/>
          <w:szCs w:val="28"/>
        </w:rPr>
        <w:t>in</w:t>
      </w:r>
      <w:proofErr w:type="gramEnd"/>
      <w:r w:rsidRPr="00017CC2">
        <w:rPr>
          <w:b/>
          <w:sz w:val="28"/>
          <w:szCs w:val="28"/>
        </w:rPr>
        <w:t xml:space="preserve"> Brussels, Rue de la </w:t>
      </w:r>
      <w:proofErr w:type="spellStart"/>
      <w:r w:rsidRPr="00017CC2">
        <w:rPr>
          <w:b/>
          <w:sz w:val="28"/>
          <w:szCs w:val="28"/>
        </w:rPr>
        <w:t>Loi</w:t>
      </w:r>
      <w:proofErr w:type="spellEnd"/>
      <w:r w:rsidRPr="00017CC2">
        <w:rPr>
          <w:b/>
          <w:sz w:val="28"/>
          <w:szCs w:val="28"/>
        </w:rPr>
        <w:t xml:space="preserve"> 130 11th floor Meeting room: </w:t>
      </w:r>
      <w:r w:rsidR="001F601B">
        <w:rPr>
          <w:b/>
          <w:sz w:val="28"/>
          <w:szCs w:val="28"/>
        </w:rPr>
        <w:t>A</w:t>
      </w:r>
      <w:bookmarkStart w:id="0" w:name="_GoBack"/>
      <w:bookmarkEnd w:id="0"/>
      <w:r w:rsidRPr="00017CC2">
        <w:rPr>
          <w:b/>
          <w:sz w:val="28"/>
          <w:szCs w:val="28"/>
        </w:rPr>
        <w:t xml:space="preserve"> </w:t>
      </w:r>
    </w:p>
    <w:p w14:paraId="6997C6D7" w14:textId="77777777" w:rsidR="00845830" w:rsidRDefault="00845830" w:rsidP="00845830">
      <w:pPr>
        <w:jc w:val="center"/>
        <w:rPr>
          <w:b/>
          <w:sz w:val="28"/>
          <w:szCs w:val="28"/>
        </w:rPr>
      </w:pPr>
      <w:proofErr w:type="gramStart"/>
      <w:r w:rsidRPr="00017CC2">
        <w:rPr>
          <w:b/>
          <w:sz w:val="28"/>
          <w:szCs w:val="28"/>
        </w:rPr>
        <w:t>on</w:t>
      </w:r>
      <w:proofErr w:type="gramEnd"/>
      <w:r w:rsidRPr="00017C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Friday</w:t>
      </w:r>
      <w:r w:rsidRPr="00017C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017C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June</w:t>
      </w:r>
      <w:r w:rsidRPr="00017CC2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9</w:t>
      </w:r>
      <w:r w:rsidRPr="00017CC2">
        <w:rPr>
          <w:b/>
          <w:sz w:val="28"/>
          <w:szCs w:val="28"/>
        </w:rPr>
        <w:t xml:space="preserve">, from </w:t>
      </w:r>
      <w:r>
        <w:rPr>
          <w:b/>
          <w:sz w:val="28"/>
          <w:szCs w:val="28"/>
        </w:rPr>
        <w:t>14</w:t>
      </w:r>
      <w:r w:rsidRPr="00017CC2">
        <w:rPr>
          <w:b/>
          <w:sz w:val="28"/>
          <w:szCs w:val="28"/>
        </w:rPr>
        <w:t xml:space="preserve">:30 to </w:t>
      </w:r>
      <w:r>
        <w:rPr>
          <w:b/>
          <w:sz w:val="28"/>
          <w:szCs w:val="28"/>
        </w:rPr>
        <w:t>18</w:t>
      </w:r>
      <w:r w:rsidRPr="00017CC2">
        <w:rPr>
          <w:b/>
          <w:sz w:val="28"/>
          <w:szCs w:val="28"/>
        </w:rPr>
        <w:t xml:space="preserve">:00 </w:t>
      </w:r>
    </w:p>
    <w:p w14:paraId="7EB412BF" w14:textId="3934B39F" w:rsidR="00845830" w:rsidRPr="00DE67E2" w:rsidRDefault="00845830" w:rsidP="00845830">
      <w:pPr>
        <w:jc w:val="center"/>
        <w:rPr>
          <w:sz w:val="22"/>
          <w:szCs w:val="22"/>
          <w:lang w:val="es-ES"/>
        </w:rPr>
      </w:pPr>
      <w:proofErr w:type="spellStart"/>
      <w:proofErr w:type="gramStart"/>
      <w:r w:rsidRPr="004C19EC">
        <w:rPr>
          <w:b/>
          <w:sz w:val="28"/>
          <w:szCs w:val="28"/>
          <w:lang w:val="es-ES"/>
        </w:rPr>
        <w:t>Chairman</w:t>
      </w:r>
      <w:proofErr w:type="spellEnd"/>
      <w:r w:rsidRPr="004C19EC">
        <w:rPr>
          <w:b/>
          <w:sz w:val="28"/>
          <w:szCs w:val="28"/>
          <w:lang w:val="es-ES"/>
        </w:rPr>
        <w:t xml:space="preserve"> :</w:t>
      </w:r>
      <w:proofErr w:type="gramEnd"/>
      <w:r w:rsidRPr="004C19EC">
        <w:rPr>
          <w:b/>
          <w:sz w:val="28"/>
          <w:szCs w:val="28"/>
          <w:lang w:val="es-ES"/>
        </w:rPr>
        <w:t xml:space="preserve"> </w:t>
      </w:r>
      <w:r>
        <w:rPr>
          <w:b/>
          <w:sz w:val="28"/>
          <w:szCs w:val="28"/>
          <w:lang w:val="es-ES"/>
        </w:rPr>
        <w:t>Miguel García Navarro</w:t>
      </w:r>
    </w:p>
    <w:p w14:paraId="5EE4B102" w14:textId="3DC53E9A" w:rsidR="00977CF0" w:rsidRDefault="00977CF0" w:rsidP="00181020">
      <w:pPr>
        <w:rPr>
          <w:b/>
          <w:sz w:val="28"/>
          <w:szCs w:val="28"/>
          <w:lang w:val="es-ES"/>
        </w:rPr>
      </w:pPr>
    </w:p>
    <w:p w14:paraId="52FF60C0" w14:textId="77777777" w:rsidR="00845830" w:rsidRPr="00845830" w:rsidRDefault="00845830" w:rsidP="00181020">
      <w:pPr>
        <w:rPr>
          <w:b/>
          <w:sz w:val="28"/>
          <w:szCs w:val="28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6946"/>
        <w:gridCol w:w="284"/>
        <w:gridCol w:w="5103"/>
        <w:gridCol w:w="850"/>
      </w:tblGrid>
      <w:tr w:rsidR="00531615" w:rsidRPr="00E531BC" w14:paraId="6DCC7C04" w14:textId="77777777" w:rsidTr="00845830">
        <w:trPr>
          <w:trHeight w:hRule="exact" w:val="600"/>
        </w:trPr>
        <w:tc>
          <w:tcPr>
            <w:tcW w:w="1881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06678960" w14:textId="6BE3DE86" w:rsidR="00531615" w:rsidRPr="00845830" w:rsidRDefault="00531615" w:rsidP="00385730">
            <w:pPr>
              <w:spacing w:before="60"/>
              <w:jc w:val="center"/>
              <w:rPr>
                <w:b/>
                <w:lang w:val="es-ES"/>
              </w:rPr>
            </w:pPr>
          </w:p>
        </w:tc>
        <w:tc>
          <w:tcPr>
            <w:tcW w:w="6946" w:type="dxa"/>
            <w:shd w:val="clear" w:color="auto" w:fill="92D050"/>
            <w:vAlign w:val="center"/>
          </w:tcPr>
          <w:p w14:paraId="4D0DCDB7" w14:textId="77777777" w:rsidR="00531615" w:rsidRPr="00845830" w:rsidRDefault="00531615" w:rsidP="00AE05C9">
            <w:pPr>
              <w:ind w:left="720" w:hanging="720"/>
              <w:jc w:val="center"/>
              <w:rPr>
                <w:b/>
                <w:lang w:val="es-ES"/>
              </w:rPr>
            </w:pPr>
          </w:p>
        </w:tc>
        <w:tc>
          <w:tcPr>
            <w:tcW w:w="284" w:type="dxa"/>
            <w:shd w:val="clear" w:color="auto" w:fill="92D050"/>
            <w:vAlign w:val="center"/>
          </w:tcPr>
          <w:p w14:paraId="2599B4E8" w14:textId="77777777" w:rsidR="00531615" w:rsidRPr="00845830" w:rsidRDefault="00531615" w:rsidP="00385730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5103" w:type="dxa"/>
            <w:shd w:val="clear" w:color="auto" w:fill="92D050"/>
            <w:vAlign w:val="center"/>
          </w:tcPr>
          <w:p w14:paraId="14BDF071" w14:textId="77777777" w:rsidR="00531615" w:rsidRPr="00845830" w:rsidRDefault="00531615" w:rsidP="00385730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50" w:type="dxa"/>
            <w:shd w:val="clear" w:color="auto" w:fill="92D050"/>
            <w:vAlign w:val="center"/>
          </w:tcPr>
          <w:p w14:paraId="55BDCF74" w14:textId="77777777" w:rsidR="00531615" w:rsidRPr="00845830" w:rsidRDefault="00531615" w:rsidP="00385730">
            <w:pPr>
              <w:spacing w:before="60"/>
              <w:jc w:val="center"/>
              <w:rPr>
                <w:b/>
                <w:lang w:val="es-ES"/>
              </w:rPr>
            </w:pPr>
          </w:p>
        </w:tc>
      </w:tr>
      <w:tr w:rsidR="00351C07" w:rsidRPr="00351C07" w14:paraId="537769A2" w14:textId="77777777" w:rsidTr="00845830">
        <w:trPr>
          <w:trHeight w:val="672"/>
        </w:trPr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BE8E5A" w14:textId="6FB4549E" w:rsidR="00351C07" w:rsidRPr="00351C07" w:rsidRDefault="00845830" w:rsidP="00CD04C7">
            <w:pPr>
              <w:spacing w:before="60" w:after="60"/>
              <w:rPr>
                <w:b/>
                <w:lang w:val="fr-BE"/>
              </w:rPr>
            </w:pPr>
            <w:r>
              <w:rPr>
                <w:b/>
                <w:lang w:val="fr-BE"/>
              </w:rPr>
              <w:t>14:30</w:t>
            </w:r>
            <w:r w:rsidR="00351C07" w:rsidRPr="00351C07">
              <w:rPr>
                <w:b/>
                <w:lang w:val="fr-BE"/>
              </w:rPr>
              <w:t>-</w:t>
            </w:r>
            <w:r>
              <w:rPr>
                <w:b/>
                <w:lang w:val="fr-BE"/>
              </w:rPr>
              <w:t>14:</w:t>
            </w:r>
            <w:r w:rsidR="00CD04C7">
              <w:rPr>
                <w:b/>
                <w:lang w:val="fr-BE"/>
              </w:rPr>
              <w:t>5</w:t>
            </w:r>
            <w:r>
              <w:rPr>
                <w:b/>
                <w:lang w:val="fr-BE"/>
              </w:rPr>
              <w:t>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6E60550" w14:textId="77777777" w:rsidR="00845830" w:rsidRDefault="00351C07" w:rsidP="00845830">
            <w:pPr>
              <w:pStyle w:val="ListParagraph"/>
              <w:numPr>
                <w:ilvl w:val="0"/>
                <w:numId w:val="1"/>
              </w:numPr>
              <w:spacing w:after="120"/>
              <w:ind w:left="319" w:hanging="319"/>
            </w:pPr>
            <w:r w:rsidRPr="005A491B">
              <w:t>Opening (Agenda)</w:t>
            </w:r>
            <w:r w:rsidR="005A491B">
              <w:t>:</w:t>
            </w:r>
            <w:r w:rsidR="00845830">
              <w:t xml:space="preserve"> </w:t>
            </w:r>
          </w:p>
          <w:p w14:paraId="2167F7ED" w14:textId="08B411EA" w:rsidR="00AF0352" w:rsidRPr="00AF0352" w:rsidRDefault="00845830" w:rsidP="00845830">
            <w:pPr>
              <w:pStyle w:val="ListParagraph"/>
              <w:spacing w:after="120"/>
              <w:ind w:left="319"/>
            </w:pPr>
            <w:r w:rsidRPr="00845830">
              <w:t>Welcome and presentation of the structure and functioning of the Working group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C9F01C9" w14:textId="77777777" w:rsidR="00351C07" w:rsidRPr="00AF0352" w:rsidRDefault="00351C07" w:rsidP="005434B4">
            <w:pPr>
              <w:spacing w:before="60" w:after="60"/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B1448D2" w14:textId="151367E0" w:rsidR="00351C07" w:rsidRPr="00AF0352" w:rsidRDefault="00845830" w:rsidP="005434B4">
            <w:pPr>
              <w:spacing w:before="60"/>
              <w:rPr>
                <w:b/>
              </w:rPr>
            </w:pPr>
            <w:r>
              <w:rPr>
                <w:b/>
              </w:rPr>
              <w:t>Chair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3A811A" w14:textId="107AE547" w:rsidR="00351C07" w:rsidRPr="00351C07" w:rsidRDefault="00CD04C7" w:rsidP="00AF0352">
            <w:pPr>
              <w:spacing w:before="60" w:after="60"/>
              <w:rPr>
                <w:lang w:val="fr-BE"/>
              </w:rPr>
            </w:pPr>
            <w:r>
              <w:rPr>
                <w:lang w:val="fr-BE"/>
              </w:rPr>
              <w:t>2</w:t>
            </w:r>
            <w:r w:rsidR="00AF0352">
              <w:rPr>
                <w:lang w:val="fr-BE"/>
              </w:rPr>
              <w:t>0</w:t>
            </w:r>
            <w:r w:rsidR="00351C07">
              <w:rPr>
                <w:lang w:val="fr-BE"/>
              </w:rPr>
              <w:t>'</w:t>
            </w:r>
          </w:p>
        </w:tc>
      </w:tr>
      <w:tr w:rsidR="004E12C4" w14:paraId="3D4A69E3" w14:textId="77777777" w:rsidTr="00845830">
        <w:trPr>
          <w:trHeight w:val="672"/>
        </w:trPr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7CE0D" w14:textId="4D523B73" w:rsidR="004E12C4" w:rsidRPr="008421A1" w:rsidRDefault="00845830" w:rsidP="00CD04C7">
            <w:pPr>
              <w:spacing w:before="60" w:after="60"/>
              <w:rPr>
                <w:b/>
              </w:rPr>
            </w:pPr>
            <w:r>
              <w:rPr>
                <w:b/>
              </w:rPr>
              <w:t>14:</w:t>
            </w:r>
            <w:r w:rsidR="00CD04C7">
              <w:rPr>
                <w:b/>
              </w:rPr>
              <w:t>5</w:t>
            </w:r>
            <w:r>
              <w:rPr>
                <w:b/>
              </w:rPr>
              <w:t>0</w:t>
            </w:r>
            <w:r w:rsidR="004E12C4" w:rsidRPr="008421A1">
              <w:rPr>
                <w:b/>
              </w:rPr>
              <w:t>-</w:t>
            </w:r>
            <w:r>
              <w:rPr>
                <w:b/>
              </w:rPr>
              <w:t>15:</w:t>
            </w:r>
            <w:r w:rsidR="00CD04C7"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3D75F3" w14:textId="5B58EE17" w:rsidR="001A2FB0" w:rsidRDefault="001A2FB0" w:rsidP="00845830">
            <w:pPr>
              <w:pStyle w:val="ListParagraph"/>
              <w:numPr>
                <w:ilvl w:val="0"/>
                <w:numId w:val="1"/>
              </w:numPr>
              <w:spacing w:after="120"/>
              <w:ind w:left="319" w:hanging="319"/>
            </w:pPr>
            <w:r w:rsidRPr="001A2FB0">
              <w:rPr>
                <w:u w:val="single"/>
              </w:rPr>
              <w:t>Olive oil</w:t>
            </w:r>
            <w:r>
              <w:t>:</w:t>
            </w:r>
          </w:p>
          <w:p w14:paraId="7DA8A944" w14:textId="1BE2CE43" w:rsidR="004E12C4" w:rsidRPr="002A4DC7" w:rsidRDefault="00845830" w:rsidP="001A2FB0">
            <w:pPr>
              <w:pStyle w:val="ListParagraph"/>
              <w:spacing w:after="120"/>
              <w:ind w:left="319"/>
            </w:pPr>
            <w:r w:rsidRPr="00845830">
              <w:t>Market situation and new market opportunities in the olive oil sector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A728472" w14:textId="77777777" w:rsidR="004E12C4" w:rsidRPr="006A1F8C" w:rsidRDefault="004E12C4" w:rsidP="00D13517">
            <w:pPr>
              <w:spacing w:before="60" w:after="60"/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99914AA" w14:textId="3DC7042B" w:rsidR="004E12C4" w:rsidRPr="00845830" w:rsidRDefault="00845830" w:rsidP="00D13517">
            <w:pPr>
              <w:spacing w:before="60"/>
              <w:rPr>
                <w:b/>
                <w:lang w:val="es-ES"/>
              </w:rPr>
            </w:pPr>
            <w:r w:rsidRPr="00845830">
              <w:rPr>
                <w:b/>
                <w:lang w:val="es-ES"/>
              </w:rPr>
              <w:t>Salvador FERRANDIS (DG AGRI)</w:t>
            </w:r>
          </w:p>
          <w:p w14:paraId="264FF517" w14:textId="68D8529E" w:rsidR="00845830" w:rsidRPr="00845830" w:rsidRDefault="00845830" w:rsidP="00845830">
            <w:pPr>
              <w:spacing w:before="60"/>
              <w:rPr>
                <w:b/>
                <w:lang w:val="es-ES"/>
              </w:rPr>
            </w:pPr>
            <w:r w:rsidRPr="00845830">
              <w:rPr>
                <w:b/>
                <w:lang w:val="es-ES"/>
              </w:rPr>
              <w:t>Rafael PICO (</w:t>
            </w:r>
            <w:proofErr w:type="spellStart"/>
            <w:r w:rsidRPr="00845830">
              <w:rPr>
                <w:b/>
                <w:lang w:val="es-ES"/>
              </w:rPr>
              <w:t>FoodDrinkEurope</w:t>
            </w:r>
            <w:proofErr w:type="spellEnd"/>
            <w:r w:rsidRPr="00845830">
              <w:rPr>
                <w:b/>
                <w:lang w:val="es-ES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7A2781" w14:textId="4880E225" w:rsidR="004E12C4" w:rsidRDefault="00845830" w:rsidP="00D13517">
            <w:pPr>
              <w:spacing w:before="60" w:after="60"/>
            </w:pPr>
            <w:r>
              <w:t>40</w:t>
            </w:r>
            <w:r w:rsidR="004E12C4">
              <w:t>’</w:t>
            </w:r>
          </w:p>
        </w:tc>
      </w:tr>
      <w:tr w:rsidR="00845830" w:rsidRPr="00882836" w14:paraId="79D09787" w14:textId="77777777" w:rsidTr="00845830">
        <w:trPr>
          <w:trHeight w:val="672"/>
        </w:trPr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BA68B4" w14:textId="468BE32A" w:rsidR="00845830" w:rsidRPr="00882836" w:rsidRDefault="00845830" w:rsidP="00CD04C7">
            <w:pPr>
              <w:spacing w:before="60" w:after="60"/>
              <w:rPr>
                <w:b/>
              </w:rPr>
            </w:pPr>
            <w:r>
              <w:rPr>
                <w:b/>
              </w:rPr>
              <w:t>15:</w:t>
            </w:r>
            <w:r w:rsidR="00CD04C7">
              <w:rPr>
                <w:b/>
              </w:rPr>
              <w:t>3</w:t>
            </w:r>
            <w:r>
              <w:rPr>
                <w:b/>
              </w:rPr>
              <w:t>0</w:t>
            </w:r>
            <w:r w:rsidRPr="00882836">
              <w:rPr>
                <w:b/>
              </w:rPr>
              <w:t>-</w:t>
            </w:r>
            <w:r>
              <w:rPr>
                <w:b/>
              </w:rPr>
              <w:t>16:</w:t>
            </w:r>
            <w:r w:rsidR="00CD04C7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D3A3268" w14:textId="77777777" w:rsidR="001A2FB0" w:rsidRDefault="001A2FB0" w:rsidP="00845830">
            <w:pPr>
              <w:pStyle w:val="ListParagraph"/>
              <w:numPr>
                <w:ilvl w:val="0"/>
                <w:numId w:val="1"/>
              </w:numPr>
              <w:spacing w:after="120"/>
              <w:ind w:left="319" w:hanging="319"/>
            </w:pPr>
            <w:r w:rsidRPr="001A2FB0">
              <w:rPr>
                <w:u w:val="single"/>
              </w:rPr>
              <w:t>Table olives</w:t>
            </w:r>
            <w:r>
              <w:t>:</w:t>
            </w:r>
          </w:p>
          <w:p w14:paraId="214F68CE" w14:textId="1CACB3B3" w:rsidR="00845830" w:rsidRPr="00882836" w:rsidRDefault="00845830" w:rsidP="001A2FB0">
            <w:pPr>
              <w:pStyle w:val="ListParagraph"/>
              <w:spacing w:after="120"/>
              <w:ind w:left="319"/>
            </w:pPr>
            <w:r w:rsidRPr="00845830">
              <w:t xml:space="preserve">Market situation and new market opportunities in the </w:t>
            </w:r>
            <w:r>
              <w:t xml:space="preserve">table </w:t>
            </w:r>
            <w:r w:rsidRPr="00845830">
              <w:t>olive</w:t>
            </w:r>
            <w:r>
              <w:t>s</w:t>
            </w:r>
            <w:r w:rsidRPr="00845830">
              <w:t xml:space="preserve"> sector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746F23" w14:textId="77777777" w:rsidR="00845830" w:rsidRPr="00882836" w:rsidRDefault="00845830" w:rsidP="00845830">
            <w:pPr>
              <w:spacing w:before="60" w:after="60"/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C3D9823" w14:textId="77777777" w:rsidR="00845830" w:rsidRPr="00845830" w:rsidRDefault="00845830" w:rsidP="00845830">
            <w:pPr>
              <w:spacing w:before="60"/>
              <w:rPr>
                <w:b/>
                <w:lang w:val="es-ES"/>
              </w:rPr>
            </w:pPr>
            <w:r w:rsidRPr="00845830">
              <w:rPr>
                <w:b/>
                <w:lang w:val="es-ES"/>
              </w:rPr>
              <w:t>Salvador FERRANDIS (DG AGRI)</w:t>
            </w:r>
          </w:p>
          <w:p w14:paraId="53D89CC8" w14:textId="589BB76A" w:rsidR="00845830" w:rsidRPr="00845830" w:rsidRDefault="00845830" w:rsidP="00845830">
            <w:pPr>
              <w:spacing w:before="60"/>
              <w:rPr>
                <w:b/>
                <w:lang w:val="es-ES"/>
              </w:rPr>
            </w:pPr>
            <w:r>
              <w:rPr>
                <w:b/>
                <w:lang w:val="es-ES"/>
              </w:rPr>
              <w:t>Antonio DE MORA</w:t>
            </w:r>
            <w:r w:rsidRPr="00845830">
              <w:rPr>
                <w:b/>
                <w:lang w:val="es-ES"/>
              </w:rPr>
              <w:t>(</w:t>
            </w:r>
            <w:proofErr w:type="spellStart"/>
            <w:r w:rsidRPr="00845830">
              <w:rPr>
                <w:b/>
                <w:lang w:val="es-ES"/>
              </w:rPr>
              <w:t>FoodDrinkEurope</w:t>
            </w:r>
            <w:proofErr w:type="spellEnd"/>
            <w:r w:rsidRPr="00845830">
              <w:rPr>
                <w:b/>
                <w:lang w:val="es-ES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03834B" w14:textId="44A6F829" w:rsidR="00845830" w:rsidRPr="00882836" w:rsidRDefault="00845830" w:rsidP="00845830">
            <w:r>
              <w:t>40</w:t>
            </w:r>
            <w:r w:rsidRPr="00882836">
              <w:t>'</w:t>
            </w:r>
          </w:p>
        </w:tc>
      </w:tr>
      <w:tr w:rsidR="00845830" w14:paraId="056EACF5" w14:textId="77777777" w:rsidTr="00845830">
        <w:trPr>
          <w:trHeight w:val="672"/>
        </w:trPr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CF0CDE" w14:textId="3C0B9DEA" w:rsidR="00845830" w:rsidRDefault="00845830" w:rsidP="00CD04C7">
            <w:pPr>
              <w:spacing w:before="60" w:after="60"/>
              <w:rPr>
                <w:b/>
              </w:rPr>
            </w:pPr>
            <w:r>
              <w:rPr>
                <w:b/>
              </w:rPr>
              <w:t>16.</w:t>
            </w:r>
            <w:r w:rsidR="00CD04C7">
              <w:rPr>
                <w:b/>
              </w:rPr>
              <w:t>1</w:t>
            </w:r>
            <w:r>
              <w:rPr>
                <w:b/>
              </w:rPr>
              <w:t>0-16:</w:t>
            </w:r>
            <w:r w:rsidR="00CD04C7">
              <w:rPr>
                <w:b/>
              </w:rPr>
              <w:t>4</w:t>
            </w:r>
            <w:r>
              <w:rPr>
                <w:b/>
              </w:rPr>
              <w:t>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82D6536" w14:textId="6320E0BC" w:rsidR="00845830" w:rsidRPr="005A61C0" w:rsidRDefault="00845830" w:rsidP="00845830">
            <w:pPr>
              <w:pStyle w:val="ListParagraph"/>
              <w:numPr>
                <w:ilvl w:val="0"/>
                <w:numId w:val="1"/>
              </w:numPr>
              <w:spacing w:after="120"/>
              <w:ind w:left="319" w:hanging="319"/>
            </w:pPr>
            <w:r>
              <w:t>Short-term outlook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09083CF" w14:textId="77777777" w:rsidR="00845830" w:rsidRPr="005A61C0" w:rsidRDefault="00845830" w:rsidP="00845830">
            <w:pPr>
              <w:spacing w:before="60" w:after="60"/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31D8912" w14:textId="2DE91D01" w:rsidR="00845830" w:rsidRPr="006C4704" w:rsidRDefault="00845830" w:rsidP="00845830">
            <w:pPr>
              <w:spacing w:before="60"/>
              <w:rPr>
                <w:b/>
                <w:lang w:val="de-DE"/>
              </w:rPr>
            </w:pPr>
            <w:r>
              <w:rPr>
                <w:b/>
              </w:rPr>
              <w:t>Andrea CAPKOVICOVA (DG AGRI)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204E75" w14:textId="3EE05701" w:rsidR="00845830" w:rsidRDefault="00845830" w:rsidP="00845830">
            <w:r>
              <w:t>30</w:t>
            </w:r>
            <w:r w:rsidRPr="006A1F8C">
              <w:t>'</w:t>
            </w:r>
          </w:p>
        </w:tc>
      </w:tr>
      <w:tr w:rsidR="00845830" w:rsidRPr="00351C07" w14:paraId="28A3EB11" w14:textId="77777777" w:rsidTr="00845830">
        <w:trPr>
          <w:trHeight w:val="672"/>
        </w:trPr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78224D" w14:textId="5B3E57A9" w:rsidR="00845830" w:rsidRPr="00DF5F7E" w:rsidRDefault="00845830" w:rsidP="00CD04C7">
            <w:pPr>
              <w:spacing w:before="60" w:after="60"/>
              <w:rPr>
                <w:b/>
              </w:rPr>
            </w:pPr>
            <w:r>
              <w:rPr>
                <w:b/>
              </w:rPr>
              <w:t>16:</w:t>
            </w:r>
            <w:r w:rsidR="00CD04C7">
              <w:rPr>
                <w:b/>
              </w:rPr>
              <w:t>4</w:t>
            </w:r>
            <w:r>
              <w:rPr>
                <w:b/>
              </w:rPr>
              <w:t>0</w:t>
            </w:r>
            <w:r w:rsidRPr="00DF5F7E">
              <w:rPr>
                <w:b/>
              </w:rPr>
              <w:t>-</w:t>
            </w:r>
            <w:r>
              <w:rPr>
                <w:b/>
              </w:rPr>
              <w:t>17:</w:t>
            </w:r>
            <w:r w:rsidR="00CD04C7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2C89175" w14:textId="3D99B01B" w:rsidR="00845830" w:rsidRPr="005A491B" w:rsidRDefault="00845830" w:rsidP="00845830">
            <w:pPr>
              <w:pStyle w:val="ListParagraph"/>
              <w:numPr>
                <w:ilvl w:val="0"/>
                <w:numId w:val="1"/>
              </w:numPr>
              <w:spacing w:after="120"/>
              <w:ind w:left="319" w:hanging="319"/>
            </w:pPr>
            <w:r w:rsidRPr="00845830">
              <w:t>Current situation and perspectives on future harvest 2019/20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380F2CB" w14:textId="77777777" w:rsidR="00845830" w:rsidRPr="005A491B" w:rsidRDefault="00845830" w:rsidP="00845830">
            <w:pPr>
              <w:spacing w:before="60" w:after="60"/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4EF45EB" w14:textId="4C05DEDD" w:rsidR="00845830" w:rsidRPr="005A491B" w:rsidRDefault="00845830" w:rsidP="00845830">
            <w:pPr>
              <w:spacing w:before="60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59F8A0" w14:textId="447403B5" w:rsidR="00845830" w:rsidRPr="005A491B" w:rsidRDefault="00845830" w:rsidP="00845830">
            <w:pPr>
              <w:spacing w:before="60" w:after="60"/>
            </w:pPr>
            <w:r>
              <w:t>30</w:t>
            </w:r>
            <w:r w:rsidRPr="005A491B">
              <w:t>'</w:t>
            </w:r>
          </w:p>
        </w:tc>
      </w:tr>
      <w:tr w:rsidR="00845830" w:rsidRPr="008421A1" w14:paraId="079A1D67" w14:textId="77777777" w:rsidTr="00845830">
        <w:trPr>
          <w:trHeight w:val="672"/>
        </w:trPr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8B1D73" w14:textId="0E817F14" w:rsidR="00845830" w:rsidRPr="008421A1" w:rsidRDefault="00845830" w:rsidP="00CD04C7">
            <w:pPr>
              <w:spacing w:before="60" w:after="60"/>
              <w:rPr>
                <w:b/>
              </w:rPr>
            </w:pPr>
            <w:r>
              <w:rPr>
                <w:b/>
              </w:rPr>
              <w:t>17:</w:t>
            </w:r>
            <w:r w:rsidR="00CD04C7">
              <w:rPr>
                <w:b/>
              </w:rPr>
              <w:t>1</w:t>
            </w:r>
            <w:r>
              <w:rPr>
                <w:b/>
              </w:rPr>
              <w:t>0</w:t>
            </w:r>
            <w:r w:rsidRPr="008421A1">
              <w:rPr>
                <w:b/>
              </w:rPr>
              <w:t>-1</w:t>
            </w:r>
            <w:r>
              <w:rPr>
                <w:b/>
              </w:rPr>
              <w:t>7</w:t>
            </w:r>
            <w:r w:rsidR="00CD04C7">
              <w:rPr>
                <w:b/>
              </w:rPr>
              <w:t>:2</w:t>
            </w:r>
            <w:r>
              <w:rPr>
                <w:b/>
              </w:rPr>
              <w:t>0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AF58631" w14:textId="382D2B34" w:rsidR="00845830" w:rsidRPr="008421A1" w:rsidRDefault="00845830" w:rsidP="00845830">
            <w:pPr>
              <w:pStyle w:val="ListParagraph"/>
              <w:numPr>
                <w:ilvl w:val="0"/>
                <w:numId w:val="1"/>
              </w:numPr>
              <w:spacing w:after="120"/>
              <w:ind w:left="319" w:hanging="319"/>
            </w:pPr>
            <w:r>
              <w:t>AOB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829CF3B" w14:textId="77777777" w:rsidR="00845830" w:rsidRPr="008421A1" w:rsidRDefault="00845830" w:rsidP="00845830">
            <w:pPr>
              <w:spacing w:before="60" w:after="60"/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6FFE492" w14:textId="0C9D7E71" w:rsidR="00845830" w:rsidRPr="008421A1" w:rsidRDefault="00845830" w:rsidP="00845830">
            <w:pPr>
              <w:spacing w:before="60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F0A297" w14:textId="235ADBED" w:rsidR="00845830" w:rsidRPr="008421A1" w:rsidRDefault="00845830" w:rsidP="00845830">
            <w:pPr>
              <w:spacing w:before="60" w:after="60"/>
            </w:pPr>
            <w:r>
              <w:t>10’</w:t>
            </w:r>
          </w:p>
        </w:tc>
      </w:tr>
    </w:tbl>
    <w:p w14:paraId="0679AD15" w14:textId="1D3890C6" w:rsidR="00D22AB2" w:rsidRPr="003F5FC5" w:rsidRDefault="00D22AB2" w:rsidP="00BE36E6">
      <w:pPr>
        <w:rPr>
          <w:b/>
        </w:rPr>
      </w:pPr>
    </w:p>
    <w:sectPr w:rsidR="00D22AB2" w:rsidRPr="003F5FC5" w:rsidSect="00A50028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2" w15:restartNumberingAfterBreak="0">
    <w:nsid w:val="128B0F42"/>
    <w:multiLevelType w:val="hybridMultilevel"/>
    <w:tmpl w:val="0F523A6E"/>
    <w:lvl w:ilvl="0" w:tplc="DA0810A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4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5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6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4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6" w15:restartNumberingAfterBreak="0">
    <w:nsid w:val="7A671D36"/>
    <w:multiLevelType w:val="hybridMultilevel"/>
    <w:tmpl w:val="EA80B3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12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7"/>
  </w:num>
  <w:num w:numId="14">
    <w:abstractNumId w:val="9"/>
  </w:num>
  <w:num w:numId="15">
    <w:abstractNumId w:val="8"/>
  </w:num>
  <w:num w:numId="16">
    <w:abstractNumId w:val="0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61E86"/>
    <w:rsid w:val="000038B6"/>
    <w:rsid w:val="00004318"/>
    <w:rsid w:val="000047B6"/>
    <w:rsid w:val="00007F69"/>
    <w:rsid w:val="0001048C"/>
    <w:rsid w:val="0001596F"/>
    <w:rsid w:val="00020AF7"/>
    <w:rsid w:val="00020F1D"/>
    <w:rsid w:val="00021DF9"/>
    <w:rsid w:val="00023B17"/>
    <w:rsid w:val="00023C2D"/>
    <w:rsid w:val="00030068"/>
    <w:rsid w:val="00031061"/>
    <w:rsid w:val="000313CE"/>
    <w:rsid w:val="00034327"/>
    <w:rsid w:val="00034AED"/>
    <w:rsid w:val="00034C3E"/>
    <w:rsid w:val="000364F5"/>
    <w:rsid w:val="00037B0C"/>
    <w:rsid w:val="000419AB"/>
    <w:rsid w:val="0004246E"/>
    <w:rsid w:val="00042D15"/>
    <w:rsid w:val="00043E51"/>
    <w:rsid w:val="00044538"/>
    <w:rsid w:val="00045B47"/>
    <w:rsid w:val="00055759"/>
    <w:rsid w:val="00057594"/>
    <w:rsid w:val="0005759A"/>
    <w:rsid w:val="000618EB"/>
    <w:rsid w:val="00062F68"/>
    <w:rsid w:val="00063380"/>
    <w:rsid w:val="000636E1"/>
    <w:rsid w:val="000638C0"/>
    <w:rsid w:val="00063F51"/>
    <w:rsid w:val="000662FA"/>
    <w:rsid w:val="000735A4"/>
    <w:rsid w:val="000749E4"/>
    <w:rsid w:val="00074A98"/>
    <w:rsid w:val="00074C67"/>
    <w:rsid w:val="00077B03"/>
    <w:rsid w:val="0008107D"/>
    <w:rsid w:val="000841B0"/>
    <w:rsid w:val="000919FD"/>
    <w:rsid w:val="00093096"/>
    <w:rsid w:val="00093A0A"/>
    <w:rsid w:val="000946F8"/>
    <w:rsid w:val="000957DA"/>
    <w:rsid w:val="000A0AFE"/>
    <w:rsid w:val="000A1358"/>
    <w:rsid w:val="000A436B"/>
    <w:rsid w:val="000A63A4"/>
    <w:rsid w:val="000A71EB"/>
    <w:rsid w:val="000B33B8"/>
    <w:rsid w:val="000B64D7"/>
    <w:rsid w:val="000B759B"/>
    <w:rsid w:val="000C0497"/>
    <w:rsid w:val="000C0EAE"/>
    <w:rsid w:val="000C2826"/>
    <w:rsid w:val="000C2D9E"/>
    <w:rsid w:val="000C4796"/>
    <w:rsid w:val="000C51C7"/>
    <w:rsid w:val="000C54CB"/>
    <w:rsid w:val="000C7D83"/>
    <w:rsid w:val="000D0990"/>
    <w:rsid w:val="000D41F6"/>
    <w:rsid w:val="000D4824"/>
    <w:rsid w:val="000D54BB"/>
    <w:rsid w:val="000D6B84"/>
    <w:rsid w:val="000E1070"/>
    <w:rsid w:val="000E7410"/>
    <w:rsid w:val="000F16FA"/>
    <w:rsid w:val="000F45FE"/>
    <w:rsid w:val="000F65BC"/>
    <w:rsid w:val="0010585F"/>
    <w:rsid w:val="00106D42"/>
    <w:rsid w:val="00110373"/>
    <w:rsid w:val="00110768"/>
    <w:rsid w:val="00111AD1"/>
    <w:rsid w:val="001135CC"/>
    <w:rsid w:val="00114633"/>
    <w:rsid w:val="00114C10"/>
    <w:rsid w:val="001151DD"/>
    <w:rsid w:val="001167D6"/>
    <w:rsid w:val="00117363"/>
    <w:rsid w:val="00122694"/>
    <w:rsid w:val="00124F8C"/>
    <w:rsid w:val="00130607"/>
    <w:rsid w:val="0013094C"/>
    <w:rsid w:val="00131C00"/>
    <w:rsid w:val="00132082"/>
    <w:rsid w:val="00140C81"/>
    <w:rsid w:val="00145DBC"/>
    <w:rsid w:val="0014640D"/>
    <w:rsid w:val="001509D7"/>
    <w:rsid w:val="00157797"/>
    <w:rsid w:val="00160938"/>
    <w:rsid w:val="00161247"/>
    <w:rsid w:val="001642E6"/>
    <w:rsid w:val="00171948"/>
    <w:rsid w:val="00172AE0"/>
    <w:rsid w:val="001733C1"/>
    <w:rsid w:val="00174BD3"/>
    <w:rsid w:val="00174C17"/>
    <w:rsid w:val="0017688C"/>
    <w:rsid w:val="00177CD1"/>
    <w:rsid w:val="00180CF4"/>
    <w:rsid w:val="00181020"/>
    <w:rsid w:val="0018437E"/>
    <w:rsid w:val="001913F4"/>
    <w:rsid w:val="00192828"/>
    <w:rsid w:val="00192A0F"/>
    <w:rsid w:val="001930CA"/>
    <w:rsid w:val="001A1955"/>
    <w:rsid w:val="001A1B55"/>
    <w:rsid w:val="001A2017"/>
    <w:rsid w:val="001A2FB0"/>
    <w:rsid w:val="001A65E7"/>
    <w:rsid w:val="001B3689"/>
    <w:rsid w:val="001B42AB"/>
    <w:rsid w:val="001B4F93"/>
    <w:rsid w:val="001B5AFB"/>
    <w:rsid w:val="001B767C"/>
    <w:rsid w:val="001C15CC"/>
    <w:rsid w:val="001C4C0A"/>
    <w:rsid w:val="001C5723"/>
    <w:rsid w:val="001C6D84"/>
    <w:rsid w:val="001C7091"/>
    <w:rsid w:val="001C7550"/>
    <w:rsid w:val="001C7DBF"/>
    <w:rsid w:val="001D015C"/>
    <w:rsid w:val="001D2D46"/>
    <w:rsid w:val="001D31B8"/>
    <w:rsid w:val="001D596B"/>
    <w:rsid w:val="001D7452"/>
    <w:rsid w:val="001E27E4"/>
    <w:rsid w:val="001E475D"/>
    <w:rsid w:val="001E724A"/>
    <w:rsid w:val="001E7EA1"/>
    <w:rsid w:val="001F0D2D"/>
    <w:rsid w:val="001F5800"/>
    <w:rsid w:val="001F601B"/>
    <w:rsid w:val="001F648D"/>
    <w:rsid w:val="001F758F"/>
    <w:rsid w:val="00200472"/>
    <w:rsid w:val="00205037"/>
    <w:rsid w:val="002060FD"/>
    <w:rsid w:val="00210124"/>
    <w:rsid w:val="00214D9B"/>
    <w:rsid w:val="00216CF9"/>
    <w:rsid w:val="00217407"/>
    <w:rsid w:val="002242E2"/>
    <w:rsid w:val="0022563D"/>
    <w:rsid w:val="00230CC7"/>
    <w:rsid w:val="00231A12"/>
    <w:rsid w:val="002320CE"/>
    <w:rsid w:val="002408B6"/>
    <w:rsid w:val="002429D4"/>
    <w:rsid w:val="00245613"/>
    <w:rsid w:val="00246ABC"/>
    <w:rsid w:val="00247491"/>
    <w:rsid w:val="002475B4"/>
    <w:rsid w:val="00250B19"/>
    <w:rsid w:val="002512E8"/>
    <w:rsid w:val="0025269A"/>
    <w:rsid w:val="00256221"/>
    <w:rsid w:val="00257BF8"/>
    <w:rsid w:val="00257FD0"/>
    <w:rsid w:val="002604DD"/>
    <w:rsid w:val="00261246"/>
    <w:rsid w:val="00262D76"/>
    <w:rsid w:val="00263788"/>
    <w:rsid w:val="00265223"/>
    <w:rsid w:val="002725AE"/>
    <w:rsid w:val="00273FBD"/>
    <w:rsid w:val="00284D5B"/>
    <w:rsid w:val="0029280A"/>
    <w:rsid w:val="00292871"/>
    <w:rsid w:val="00293A7C"/>
    <w:rsid w:val="0029554A"/>
    <w:rsid w:val="00296A73"/>
    <w:rsid w:val="00296CA3"/>
    <w:rsid w:val="00297074"/>
    <w:rsid w:val="002A2104"/>
    <w:rsid w:val="002A2D5D"/>
    <w:rsid w:val="002A310F"/>
    <w:rsid w:val="002A42CC"/>
    <w:rsid w:val="002A4DC7"/>
    <w:rsid w:val="002A6382"/>
    <w:rsid w:val="002A638B"/>
    <w:rsid w:val="002A7571"/>
    <w:rsid w:val="002B224B"/>
    <w:rsid w:val="002B282E"/>
    <w:rsid w:val="002B3146"/>
    <w:rsid w:val="002B3C46"/>
    <w:rsid w:val="002C05F9"/>
    <w:rsid w:val="002C3041"/>
    <w:rsid w:val="002C3220"/>
    <w:rsid w:val="002C44FD"/>
    <w:rsid w:val="002C4A5E"/>
    <w:rsid w:val="002C4F1E"/>
    <w:rsid w:val="002C6644"/>
    <w:rsid w:val="002D011E"/>
    <w:rsid w:val="002D0ADC"/>
    <w:rsid w:val="002D2A95"/>
    <w:rsid w:val="002D3C9C"/>
    <w:rsid w:val="002E139E"/>
    <w:rsid w:val="002E1461"/>
    <w:rsid w:val="002E3CD9"/>
    <w:rsid w:val="002E3FB7"/>
    <w:rsid w:val="002F4C90"/>
    <w:rsid w:val="002F5055"/>
    <w:rsid w:val="002F7EE1"/>
    <w:rsid w:val="00301636"/>
    <w:rsid w:val="003017B1"/>
    <w:rsid w:val="00303A49"/>
    <w:rsid w:val="00303C4B"/>
    <w:rsid w:val="00304A6C"/>
    <w:rsid w:val="00304F9F"/>
    <w:rsid w:val="00310CC0"/>
    <w:rsid w:val="00311559"/>
    <w:rsid w:val="00314081"/>
    <w:rsid w:val="003154E0"/>
    <w:rsid w:val="003171F0"/>
    <w:rsid w:val="0032395B"/>
    <w:rsid w:val="003245B4"/>
    <w:rsid w:val="00325029"/>
    <w:rsid w:val="003252A4"/>
    <w:rsid w:val="00327984"/>
    <w:rsid w:val="00336B40"/>
    <w:rsid w:val="00337F44"/>
    <w:rsid w:val="00342CD8"/>
    <w:rsid w:val="003453C6"/>
    <w:rsid w:val="00347F6C"/>
    <w:rsid w:val="0035019F"/>
    <w:rsid w:val="003503CA"/>
    <w:rsid w:val="00351C07"/>
    <w:rsid w:val="00352A4C"/>
    <w:rsid w:val="00354314"/>
    <w:rsid w:val="00354923"/>
    <w:rsid w:val="00354F07"/>
    <w:rsid w:val="0035500E"/>
    <w:rsid w:val="0035719C"/>
    <w:rsid w:val="0036017E"/>
    <w:rsid w:val="00361764"/>
    <w:rsid w:val="003636EF"/>
    <w:rsid w:val="00370932"/>
    <w:rsid w:val="00371F8E"/>
    <w:rsid w:val="00372385"/>
    <w:rsid w:val="00372A52"/>
    <w:rsid w:val="00374C6C"/>
    <w:rsid w:val="003773DB"/>
    <w:rsid w:val="00382B03"/>
    <w:rsid w:val="00382BD0"/>
    <w:rsid w:val="003852FF"/>
    <w:rsid w:val="00385730"/>
    <w:rsid w:val="003937DF"/>
    <w:rsid w:val="00396DFC"/>
    <w:rsid w:val="003A05F1"/>
    <w:rsid w:val="003A0629"/>
    <w:rsid w:val="003A0F06"/>
    <w:rsid w:val="003A1A2C"/>
    <w:rsid w:val="003A3B4D"/>
    <w:rsid w:val="003A6CB6"/>
    <w:rsid w:val="003A75F3"/>
    <w:rsid w:val="003B0E2C"/>
    <w:rsid w:val="003B6326"/>
    <w:rsid w:val="003C3C6B"/>
    <w:rsid w:val="003C5CF7"/>
    <w:rsid w:val="003C7918"/>
    <w:rsid w:val="003C7A85"/>
    <w:rsid w:val="003D0356"/>
    <w:rsid w:val="003D2E96"/>
    <w:rsid w:val="003D3F7F"/>
    <w:rsid w:val="003D5C88"/>
    <w:rsid w:val="003D7F54"/>
    <w:rsid w:val="003E0A63"/>
    <w:rsid w:val="003E176F"/>
    <w:rsid w:val="003E662B"/>
    <w:rsid w:val="003F1737"/>
    <w:rsid w:val="003F2595"/>
    <w:rsid w:val="003F406A"/>
    <w:rsid w:val="003F529F"/>
    <w:rsid w:val="003F5605"/>
    <w:rsid w:val="003F595F"/>
    <w:rsid w:val="003F5C1B"/>
    <w:rsid w:val="003F5FC5"/>
    <w:rsid w:val="003F6A8F"/>
    <w:rsid w:val="0040389E"/>
    <w:rsid w:val="004074BD"/>
    <w:rsid w:val="00417678"/>
    <w:rsid w:val="004217F9"/>
    <w:rsid w:val="0042183B"/>
    <w:rsid w:val="00422030"/>
    <w:rsid w:val="00422A08"/>
    <w:rsid w:val="00423E5A"/>
    <w:rsid w:val="0042497C"/>
    <w:rsid w:val="004274B4"/>
    <w:rsid w:val="00431F47"/>
    <w:rsid w:val="0043223B"/>
    <w:rsid w:val="00432EA4"/>
    <w:rsid w:val="00435336"/>
    <w:rsid w:val="004355E6"/>
    <w:rsid w:val="00435ACD"/>
    <w:rsid w:val="0043679A"/>
    <w:rsid w:val="00436B63"/>
    <w:rsid w:val="00441291"/>
    <w:rsid w:val="004435F7"/>
    <w:rsid w:val="00446678"/>
    <w:rsid w:val="00447694"/>
    <w:rsid w:val="0045066B"/>
    <w:rsid w:val="004509CB"/>
    <w:rsid w:val="004516FB"/>
    <w:rsid w:val="00451DB7"/>
    <w:rsid w:val="00454378"/>
    <w:rsid w:val="00455D68"/>
    <w:rsid w:val="0045796F"/>
    <w:rsid w:val="00462D1D"/>
    <w:rsid w:val="00466C09"/>
    <w:rsid w:val="00473570"/>
    <w:rsid w:val="00475733"/>
    <w:rsid w:val="00475AF6"/>
    <w:rsid w:val="004762FC"/>
    <w:rsid w:val="00477BC2"/>
    <w:rsid w:val="00480C32"/>
    <w:rsid w:val="004923B4"/>
    <w:rsid w:val="00493BAA"/>
    <w:rsid w:val="00495323"/>
    <w:rsid w:val="0049687C"/>
    <w:rsid w:val="00497A8F"/>
    <w:rsid w:val="004A1256"/>
    <w:rsid w:val="004A70AE"/>
    <w:rsid w:val="004B0690"/>
    <w:rsid w:val="004B0B8C"/>
    <w:rsid w:val="004B0D05"/>
    <w:rsid w:val="004C0718"/>
    <w:rsid w:val="004C2C66"/>
    <w:rsid w:val="004C4083"/>
    <w:rsid w:val="004C60C5"/>
    <w:rsid w:val="004C71BC"/>
    <w:rsid w:val="004D0B26"/>
    <w:rsid w:val="004D0EC5"/>
    <w:rsid w:val="004D3E14"/>
    <w:rsid w:val="004D4DC4"/>
    <w:rsid w:val="004E12C4"/>
    <w:rsid w:val="004E1DF6"/>
    <w:rsid w:val="004E1E90"/>
    <w:rsid w:val="004E2882"/>
    <w:rsid w:val="004E46DF"/>
    <w:rsid w:val="004E5594"/>
    <w:rsid w:val="004F007F"/>
    <w:rsid w:val="004F1754"/>
    <w:rsid w:val="004F2F09"/>
    <w:rsid w:val="004F4336"/>
    <w:rsid w:val="0050315D"/>
    <w:rsid w:val="00506ECF"/>
    <w:rsid w:val="00510112"/>
    <w:rsid w:val="00513C2E"/>
    <w:rsid w:val="00515A44"/>
    <w:rsid w:val="00523A2F"/>
    <w:rsid w:val="00531615"/>
    <w:rsid w:val="00531826"/>
    <w:rsid w:val="00532362"/>
    <w:rsid w:val="00533111"/>
    <w:rsid w:val="00535D39"/>
    <w:rsid w:val="00536745"/>
    <w:rsid w:val="005367C9"/>
    <w:rsid w:val="00536D7B"/>
    <w:rsid w:val="00537180"/>
    <w:rsid w:val="005431A9"/>
    <w:rsid w:val="005431F7"/>
    <w:rsid w:val="00552755"/>
    <w:rsid w:val="0055380C"/>
    <w:rsid w:val="00553F6C"/>
    <w:rsid w:val="00554761"/>
    <w:rsid w:val="005600EA"/>
    <w:rsid w:val="00560384"/>
    <w:rsid w:val="00560A86"/>
    <w:rsid w:val="00560B19"/>
    <w:rsid w:val="00562C86"/>
    <w:rsid w:val="0056467C"/>
    <w:rsid w:val="00566A6F"/>
    <w:rsid w:val="00567C5B"/>
    <w:rsid w:val="00572A51"/>
    <w:rsid w:val="00572F7E"/>
    <w:rsid w:val="0058364C"/>
    <w:rsid w:val="00585A25"/>
    <w:rsid w:val="00586E7F"/>
    <w:rsid w:val="0059179D"/>
    <w:rsid w:val="005924A0"/>
    <w:rsid w:val="00594E77"/>
    <w:rsid w:val="00595701"/>
    <w:rsid w:val="005A000F"/>
    <w:rsid w:val="005A0DAA"/>
    <w:rsid w:val="005A1A1E"/>
    <w:rsid w:val="005A33F3"/>
    <w:rsid w:val="005A491B"/>
    <w:rsid w:val="005A4D3E"/>
    <w:rsid w:val="005A5CA8"/>
    <w:rsid w:val="005A61C0"/>
    <w:rsid w:val="005C31EB"/>
    <w:rsid w:val="005C49C3"/>
    <w:rsid w:val="005C57F0"/>
    <w:rsid w:val="005C69E4"/>
    <w:rsid w:val="005D108E"/>
    <w:rsid w:val="005D1530"/>
    <w:rsid w:val="005D3547"/>
    <w:rsid w:val="005D3937"/>
    <w:rsid w:val="005D47F3"/>
    <w:rsid w:val="005D4DAB"/>
    <w:rsid w:val="005D774E"/>
    <w:rsid w:val="005E0937"/>
    <w:rsid w:val="005E14EC"/>
    <w:rsid w:val="005E3113"/>
    <w:rsid w:val="005E4DF0"/>
    <w:rsid w:val="005E5A16"/>
    <w:rsid w:val="005F5238"/>
    <w:rsid w:val="005F74BB"/>
    <w:rsid w:val="00601234"/>
    <w:rsid w:val="00602E4B"/>
    <w:rsid w:val="00604FF2"/>
    <w:rsid w:val="00605937"/>
    <w:rsid w:val="00610A0D"/>
    <w:rsid w:val="00610E40"/>
    <w:rsid w:val="006142DF"/>
    <w:rsid w:val="0061531F"/>
    <w:rsid w:val="00617556"/>
    <w:rsid w:val="0062019B"/>
    <w:rsid w:val="00620642"/>
    <w:rsid w:val="00622B43"/>
    <w:rsid w:val="006235D8"/>
    <w:rsid w:val="00623B4D"/>
    <w:rsid w:val="00627991"/>
    <w:rsid w:val="00627C7B"/>
    <w:rsid w:val="00631A71"/>
    <w:rsid w:val="006358A6"/>
    <w:rsid w:val="00637EFA"/>
    <w:rsid w:val="006403C8"/>
    <w:rsid w:val="006430E3"/>
    <w:rsid w:val="00644CE0"/>
    <w:rsid w:val="00647041"/>
    <w:rsid w:val="006524E5"/>
    <w:rsid w:val="00654B9D"/>
    <w:rsid w:val="00655544"/>
    <w:rsid w:val="006556C9"/>
    <w:rsid w:val="00661F4F"/>
    <w:rsid w:val="006634B7"/>
    <w:rsid w:val="006644DE"/>
    <w:rsid w:val="0066622A"/>
    <w:rsid w:val="00666DF1"/>
    <w:rsid w:val="00667940"/>
    <w:rsid w:val="00672FD1"/>
    <w:rsid w:val="00675F03"/>
    <w:rsid w:val="00683F28"/>
    <w:rsid w:val="006861F5"/>
    <w:rsid w:val="00687B14"/>
    <w:rsid w:val="00691EA7"/>
    <w:rsid w:val="00692697"/>
    <w:rsid w:val="006A075D"/>
    <w:rsid w:val="006A1F8C"/>
    <w:rsid w:val="006A4919"/>
    <w:rsid w:val="006A7EF6"/>
    <w:rsid w:val="006B496B"/>
    <w:rsid w:val="006C01A0"/>
    <w:rsid w:val="006C168E"/>
    <w:rsid w:val="006C3C90"/>
    <w:rsid w:val="006C424A"/>
    <w:rsid w:val="006C4704"/>
    <w:rsid w:val="006C4C98"/>
    <w:rsid w:val="006C55FC"/>
    <w:rsid w:val="006C6A69"/>
    <w:rsid w:val="006C719A"/>
    <w:rsid w:val="006D006A"/>
    <w:rsid w:val="006D58BA"/>
    <w:rsid w:val="006E3F36"/>
    <w:rsid w:val="006E62AC"/>
    <w:rsid w:val="006E7C17"/>
    <w:rsid w:val="006F0CC4"/>
    <w:rsid w:val="006F3FBA"/>
    <w:rsid w:val="006F7801"/>
    <w:rsid w:val="007043F8"/>
    <w:rsid w:val="00705D1E"/>
    <w:rsid w:val="00712A77"/>
    <w:rsid w:val="00712EED"/>
    <w:rsid w:val="007130BF"/>
    <w:rsid w:val="00714FE8"/>
    <w:rsid w:val="00717D67"/>
    <w:rsid w:val="00717FB2"/>
    <w:rsid w:val="007204D4"/>
    <w:rsid w:val="00721418"/>
    <w:rsid w:val="00723718"/>
    <w:rsid w:val="00725DDA"/>
    <w:rsid w:val="0073016F"/>
    <w:rsid w:val="00733405"/>
    <w:rsid w:val="0073445E"/>
    <w:rsid w:val="007413A6"/>
    <w:rsid w:val="007425E5"/>
    <w:rsid w:val="00743769"/>
    <w:rsid w:val="0074477D"/>
    <w:rsid w:val="00745B37"/>
    <w:rsid w:val="007464C1"/>
    <w:rsid w:val="00746A95"/>
    <w:rsid w:val="0075153F"/>
    <w:rsid w:val="00755B00"/>
    <w:rsid w:val="007568CF"/>
    <w:rsid w:val="0076056F"/>
    <w:rsid w:val="00761E86"/>
    <w:rsid w:val="00762880"/>
    <w:rsid w:val="00762AF1"/>
    <w:rsid w:val="0076394A"/>
    <w:rsid w:val="00764E51"/>
    <w:rsid w:val="0077136B"/>
    <w:rsid w:val="00773051"/>
    <w:rsid w:val="00777530"/>
    <w:rsid w:val="00785123"/>
    <w:rsid w:val="00787951"/>
    <w:rsid w:val="00792E51"/>
    <w:rsid w:val="00796E29"/>
    <w:rsid w:val="007A09FC"/>
    <w:rsid w:val="007A0E52"/>
    <w:rsid w:val="007A30E7"/>
    <w:rsid w:val="007A31B8"/>
    <w:rsid w:val="007A75B0"/>
    <w:rsid w:val="007A7AF9"/>
    <w:rsid w:val="007A7E57"/>
    <w:rsid w:val="007B3473"/>
    <w:rsid w:val="007B3DB1"/>
    <w:rsid w:val="007B6C2D"/>
    <w:rsid w:val="007B6E83"/>
    <w:rsid w:val="007B7E04"/>
    <w:rsid w:val="007C056E"/>
    <w:rsid w:val="007C205A"/>
    <w:rsid w:val="007C418A"/>
    <w:rsid w:val="007C6126"/>
    <w:rsid w:val="007C71ED"/>
    <w:rsid w:val="007D3563"/>
    <w:rsid w:val="007D59B0"/>
    <w:rsid w:val="007D6364"/>
    <w:rsid w:val="007E3953"/>
    <w:rsid w:val="007E647E"/>
    <w:rsid w:val="007E651D"/>
    <w:rsid w:val="007E7E1C"/>
    <w:rsid w:val="007F0613"/>
    <w:rsid w:val="007F0E08"/>
    <w:rsid w:val="007F198A"/>
    <w:rsid w:val="007F56A3"/>
    <w:rsid w:val="007F586C"/>
    <w:rsid w:val="007F722A"/>
    <w:rsid w:val="00802FBF"/>
    <w:rsid w:val="008135F0"/>
    <w:rsid w:val="00813848"/>
    <w:rsid w:val="008159E3"/>
    <w:rsid w:val="0082069C"/>
    <w:rsid w:val="00820918"/>
    <w:rsid w:val="00823BFE"/>
    <w:rsid w:val="00823D05"/>
    <w:rsid w:val="0082487F"/>
    <w:rsid w:val="0082763F"/>
    <w:rsid w:val="00830298"/>
    <w:rsid w:val="00831AEF"/>
    <w:rsid w:val="0083317C"/>
    <w:rsid w:val="00833BBE"/>
    <w:rsid w:val="00840A5B"/>
    <w:rsid w:val="008421A1"/>
    <w:rsid w:val="00845830"/>
    <w:rsid w:val="00852091"/>
    <w:rsid w:val="00853717"/>
    <w:rsid w:val="00857F29"/>
    <w:rsid w:val="0086037F"/>
    <w:rsid w:val="00860B77"/>
    <w:rsid w:val="00865B57"/>
    <w:rsid w:val="00865E28"/>
    <w:rsid w:val="008665A2"/>
    <w:rsid w:val="008668AB"/>
    <w:rsid w:val="008727B1"/>
    <w:rsid w:val="008748C0"/>
    <w:rsid w:val="008757CD"/>
    <w:rsid w:val="00875B66"/>
    <w:rsid w:val="00882836"/>
    <w:rsid w:val="00884ED4"/>
    <w:rsid w:val="0088601E"/>
    <w:rsid w:val="00896126"/>
    <w:rsid w:val="00896FFD"/>
    <w:rsid w:val="008A0FA8"/>
    <w:rsid w:val="008A3E09"/>
    <w:rsid w:val="008A3EEB"/>
    <w:rsid w:val="008A4A41"/>
    <w:rsid w:val="008A5245"/>
    <w:rsid w:val="008A5727"/>
    <w:rsid w:val="008A5D2A"/>
    <w:rsid w:val="008A77CA"/>
    <w:rsid w:val="008B03A1"/>
    <w:rsid w:val="008B0506"/>
    <w:rsid w:val="008B1A4A"/>
    <w:rsid w:val="008B1DAD"/>
    <w:rsid w:val="008B296F"/>
    <w:rsid w:val="008B2ADA"/>
    <w:rsid w:val="008B537B"/>
    <w:rsid w:val="008B7AD9"/>
    <w:rsid w:val="008B7E22"/>
    <w:rsid w:val="008C3903"/>
    <w:rsid w:val="008D1913"/>
    <w:rsid w:val="008D1D2E"/>
    <w:rsid w:val="008D79A7"/>
    <w:rsid w:val="008E10F1"/>
    <w:rsid w:val="008E1767"/>
    <w:rsid w:val="008E396F"/>
    <w:rsid w:val="008E3E47"/>
    <w:rsid w:val="008E440A"/>
    <w:rsid w:val="008E491C"/>
    <w:rsid w:val="008E5FBC"/>
    <w:rsid w:val="008E787A"/>
    <w:rsid w:val="008F2C3E"/>
    <w:rsid w:val="008F4F25"/>
    <w:rsid w:val="008F5E99"/>
    <w:rsid w:val="008F60EF"/>
    <w:rsid w:val="008F6E77"/>
    <w:rsid w:val="008F7A0D"/>
    <w:rsid w:val="0090145C"/>
    <w:rsid w:val="00901F86"/>
    <w:rsid w:val="00903705"/>
    <w:rsid w:val="00904DF3"/>
    <w:rsid w:val="00906D5B"/>
    <w:rsid w:val="00912EA5"/>
    <w:rsid w:val="00914074"/>
    <w:rsid w:val="00914357"/>
    <w:rsid w:val="00923889"/>
    <w:rsid w:val="00923AAB"/>
    <w:rsid w:val="00927397"/>
    <w:rsid w:val="009318DC"/>
    <w:rsid w:val="00933C73"/>
    <w:rsid w:val="009351CC"/>
    <w:rsid w:val="0094310F"/>
    <w:rsid w:val="00945561"/>
    <w:rsid w:val="00945B52"/>
    <w:rsid w:val="0094630D"/>
    <w:rsid w:val="00947AD3"/>
    <w:rsid w:val="009506ED"/>
    <w:rsid w:val="00951246"/>
    <w:rsid w:val="00952E67"/>
    <w:rsid w:val="0095378F"/>
    <w:rsid w:val="009543AE"/>
    <w:rsid w:val="00954877"/>
    <w:rsid w:val="009550A2"/>
    <w:rsid w:val="0095735D"/>
    <w:rsid w:val="00960354"/>
    <w:rsid w:val="009623C5"/>
    <w:rsid w:val="009624D2"/>
    <w:rsid w:val="00965134"/>
    <w:rsid w:val="00966334"/>
    <w:rsid w:val="00966EA2"/>
    <w:rsid w:val="0097033E"/>
    <w:rsid w:val="009704A8"/>
    <w:rsid w:val="009721A4"/>
    <w:rsid w:val="00973F73"/>
    <w:rsid w:val="00977CF0"/>
    <w:rsid w:val="0098133F"/>
    <w:rsid w:val="00982C24"/>
    <w:rsid w:val="00983577"/>
    <w:rsid w:val="00986B65"/>
    <w:rsid w:val="00990B6F"/>
    <w:rsid w:val="00992138"/>
    <w:rsid w:val="00993CCD"/>
    <w:rsid w:val="00993D33"/>
    <w:rsid w:val="009973EB"/>
    <w:rsid w:val="009A001A"/>
    <w:rsid w:val="009A2F35"/>
    <w:rsid w:val="009A4843"/>
    <w:rsid w:val="009A6878"/>
    <w:rsid w:val="009A762B"/>
    <w:rsid w:val="009B1077"/>
    <w:rsid w:val="009B23A8"/>
    <w:rsid w:val="009B2AA5"/>
    <w:rsid w:val="009B36F8"/>
    <w:rsid w:val="009B5FCC"/>
    <w:rsid w:val="009C20CF"/>
    <w:rsid w:val="009C3176"/>
    <w:rsid w:val="009C7E55"/>
    <w:rsid w:val="009D105E"/>
    <w:rsid w:val="009D4E43"/>
    <w:rsid w:val="009E4CFD"/>
    <w:rsid w:val="009F3BA9"/>
    <w:rsid w:val="009F3FF4"/>
    <w:rsid w:val="009F7D59"/>
    <w:rsid w:val="00A018D8"/>
    <w:rsid w:val="00A02504"/>
    <w:rsid w:val="00A07C00"/>
    <w:rsid w:val="00A07DDA"/>
    <w:rsid w:val="00A15482"/>
    <w:rsid w:val="00A17752"/>
    <w:rsid w:val="00A17ADF"/>
    <w:rsid w:val="00A23E0E"/>
    <w:rsid w:val="00A31EE4"/>
    <w:rsid w:val="00A32638"/>
    <w:rsid w:val="00A32F01"/>
    <w:rsid w:val="00A3311B"/>
    <w:rsid w:val="00A41391"/>
    <w:rsid w:val="00A41503"/>
    <w:rsid w:val="00A41F71"/>
    <w:rsid w:val="00A439FB"/>
    <w:rsid w:val="00A43DAE"/>
    <w:rsid w:val="00A4474C"/>
    <w:rsid w:val="00A47A83"/>
    <w:rsid w:val="00A47EB1"/>
    <w:rsid w:val="00A50028"/>
    <w:rsid w:val="00A509F7"/>
    <w:rsid w:val="00A523CF"/>
    <w:rsid w:val="00A53C1E"/>
    <w:rsid w:val="00A54AF7"/>
    <w:rsid w:val="00A54C1D"/>
    <w:rsid w:val="00A55E23"/>
    <w:rsid w:val="00A5770A"/>
    <w:rsid w:val="00A6088D"/>
    <w:rsid w:val="00A63656"/>
    <w:rsid w:val="00A64D3E"/>
    <w:rsid w:val="00A64F5F"/>
    <w:rsid w:val="00A65312"/>
    <w:rsid w:val="00A679C4"/>
    <w:rsid w:val="00A70D22"/>
    <w:rsid w:val="00A74941"/>
    <w:rsid w:val="00A7642B"/>
    <w:rsid w:val="00A81248"/>
    <w:rsid w:val="00A944E7"/>
    <w:rsid w:val="00A94CB3"/>
    <w:rsid w:val="00A96E47"/>
    <w:rsid w:val="00A978E3"/>
    <w:rsid w:val="00A97E7E"/>
    <w:rsid w:val="00AA1A00"/>
    <w:rsid w:val="00AB05C9"/>
    <w:rsid w:val="00AB5428"/>
    <w:rsid w:val="00AC7A5B"/>
    <w:rsid w:val="00AC7D6F"/>
    <w:rsid w:val="00AD0738"/>
    <w:rsid w:val="00AD1134"/>
    <w:rsid w:val="00AD450E"/>
    <w:rsid w:val="00AD6477"/>
    <w:rsid w:val="00AE05C9"/>
    <w:rsid w:val="00AE13BE"/>
    <w:rsid w:val="00AE1A93"/>
    <w:rsid w:val="00AE1CA1"/>
    <w:rsid w:val="00AE2447"/>
    <w:rsid w:val="00AE2B18"/>
    <w:rsid w:val="00AE3E41"/>
    <w:rsid w:val="00AF0352"/>
    <w:rsid w:val="00AF0AC6"/>
    <w:rsid w:val="00AF2F08"/>
    <w:rsid w:val="00AF54E2"/>
    <w:rsid w:val="00AF5EF1"/>
    <w:rsid w:val="00B0020F"/>
    <w:rsid w:val="00B03B17"/>
    <w:rsid w:val="00B06397"/>
    <w:rsid w:val="00B071D1"/>
    <w:rsid w:val="00B075D2"/>
    <w:rsid w:val="00B11CE7"/>
    <w:rsid w:val="00B23067"/>
    <w:rsid w:val="00B238BD"/>
    <w:rsid w:val="00B27823"/>
    <w:rsid w:val="00B27910"/>
    <w:rsid w:val="00B334AB"/>
    <w:rsid w:val="00B34B3B"/>
    <w:rsid w:val="00B363EB"/>
    <w:rsid w:val="00B3718C"/>
    <w:rsid w:val="00B41E43"/>
    <w:rsid w:val="00B41FBC"/>
    <w:rsid w:val="00B433CA"/>
    <w:rsid w:val="00B44AC9"/>
    <w:rsid w:val="00B45355"/>
    <w:rsid w:val="00B4582C"/>
    <w:rsid w:val="00B51DC3"/>
    <w:rsid w:val="00B5324C"/>
    <w:rsid w:val="00B55C10"/>
    <w:rsid w:val="00B5778F"/>
    <w:rsid w:val="00B57842"/>
    <w:rsid w:val="00B57A14"/>
    <w:rsid w:val="00B60C70"/>
    <w:rsid w:val="00B66E4D"/>
    <w:rsid w:val="00B67FF3"/>
    <w:rsid w:val="00B701EE"/>
    <w:rsid w:val="00B7301B"/>
    <w:rsid w:val="00B7329E"/>
    <w:rsid w:val="00B76734"/>
    <w:rsid w:val="00B76779"/>
    <w:rsid w:val="00B8040F"/>
    <w:rsid w:val="00B80F05"/>
    <w:rsid w:val="00B82D7D"/>
    <w:rsid w:val="00B85338"/>
    <w:rsid w:val="00B864A8"/>
    <w:rsid w:val="00B876B0"/>
    <w:rsid w:val="00B87ED4"/>
    <w:rsid w:val="00B940F6"/>
    <w:rsid w:val="00B97638"/>
    <w:rsid w:val="00BA54EB"/>
    <w:rsid w:val="00BA557D"/>
    <w:rsid w:val="00BA78C9"/>
    <w:rsid w:val="00BB6BFD"/>
    <w:rsid w:val="00BC0176"/>
    <w:rsid w:val="00BC2892"/>
    <w:rsid w:val="00BC44D9"/>
    <w:rsid w:val="00BC5207"/>
    <w:rsid w:val="00BC54C6"/>
    <w:rsid w:val="00BC5F94"/>
    <w:rsid w:val="00BC606D"/>
    <w:rsid w:val="00BD3AFB"/>
    <w:rsid w:val="00BE1492"/>
    <w:rsid w:val="00BE1CAA"/>
    <w:rsid w:val="00BE204D"/>
    <w:rsid w:val="00BE36E6"/>
    <w:rsid w:val="00BE514F"/>
    <w:rsid w:val="00BF27F4"/>
    <w:rsid w:val="00BF37E8"/>
    <w:rsid w:val="00C03B96"/>
    <w:rsid w:val="00C04D97"/>
    <w:rsid w:val="00C11ED8"/>
    <w:rsid w:val="00C22919"/>
    <w:rsid w:val="00C24774"/>
    <w:rsid w:val="00C264DB"/>
    <w:rsid w:val="00C27206"/>
    <w:rsid w:val="00C34DB2"/>
    <w:rsid w:val="00C43AD8"/>
    <w:rsid w:val="00C462A2"/>
    <w:rsid w:val="00C53F5B"/>
    <w:rsid w:val="00C5655E"/>
    <w:rsid w:val="00C62968"/>
    <w:rsid w:val="00C64ABD"/>
    <w:rsid w:val="00C71BB4"/>
    <w:rsid w:val="00C77D51"/>
    <w:rsid w:val="00C80AB0"/>
    <w:rsid w:val="00C8354D"/>
    <w:rsid w:val="00C83EEB"/>
    <w:rsid w:val="00C8502B"/>
    <w:rsid w:val="00C87C2D"/>
    <w:rsid w:val="00C90C36"/>
    <w:rsid w:val="00C90CD3"/>
    <w:rsid w:val="00C92F5C"/>
    <w:rsid w:val="00C9599E"/>
    <w:rsid w:val="00C96124"/>
    <w:rsid w:val="00C96234"/>
    <w:rsid w:val="00C9732E"/>
    <w:rsid w:val="00CA0E57"/>
    <w:rsid w:val="00CA5397"/>
    <w:rsid w:val="00CA7CD0"/>
    <w:rsid w:val="00CB15F8"/>
    <w:rsid w:val="00CB1B21"/>
    <w:rsid w:val="00CB528D"/>
    <w:rsid w:val="00CB57B1"/>
    <w:rsid w:val="00CB586D"/>
    <w:rsid w:val="00CC3BB3"/>
    <w:rsid w:val="00CC422D"/>
    <w:rsid w:val="00CD04C7"/>
    <w:rsid w:val="00CD1F08"/>
    <w:rsid w:val="00CD364A"/>
    <w:rsid w:val="00CD6F58"/>
    <w:rsid w:val="00CD7706"/>
    <w:rsid w:val="00CD7AAF"/>
    <w:rsid w:val="00CE1369"/>
    <w:rsid w:val="00CE4969"/>
    <w:rsid w:val="00CE64E4"/>
    <w:rsid w:val="00CE6725"/>
    <w:rsid w:val="00CF04B7"/>
    <w:rsid w:val="00CF33E5"/>
    <w:rsid w:val="00CF38D9"/>
    <w:rsid w:val="00CF56A5"/>
    <w:rsid w:val="00D0001E"/>
    <w:rsid w:val="00D02ED2"/>
    <w:rsid w:val="00D03BFD"/>
    <w:rsid w:val="00D04545"/>
    <w:rsid w:val="00D05207"/>
    <w:rsid w:val="00D05D14"/>
    <w:rsid w:val="00D105C9"/>
    <w:rsid w:val="00D129A0"/>
    <w:rsid w:val="00D138A9"/>
    <w:rsid w:val="00D20629"/>
    <w:rsid w:val="00D2179D"/>
    <w:rsid w:val="00D217F8"/>
    <w:rsid w:val="00D22AB2"/>
    <w:rsid w:val="00D25CCA"/>
    <w:rsid w:val="00D2636C"/>
    <w:rsid w:val="00D264AE"/>
    <w:rsid w:val="00D26BC6"/>
    <w:rsid w:val="00D31DAD"/>
    <w:rsid w:val="00D33A15"/>
    <w:rsid w:val="00D34FFD"/>
    <w:rsid w:val="00D377AF"/>
    <w:rsid w:val="00D41BD3"/>
    <w:rsid w:val="00D4604D"/>
    <w:rsid w:val="00D469EF"/>
    <w:rsid w:val="00D51F73"/>
    <w:rsid w:val="00D525AA"/>
    <w:rsid w:val="00D5549C"/>
    <w:rsid w:val="00D55C0F"/>
    <w:rsid w:val="00D619B8"/>
    <w:rsid w:val="00D619D3"/>
    <w:rsid w:val="00D634E4"/>
    <w:rsid w:val="00D64214"/>
    <w:rsid w:val="00D6677F"/>
    <w:rsid w:val="00D66AA5"/>
    <w:rsid w:val="00D6724C"/>
    <w:rsid w:val="00D72D72"/>
    <w:rsid w:val="00D746AF"/>
    <w:rsid w:val="00D8239E"/>
    <w:rsid w:val="00D8300F"/>
    <w:rsid w:val="00D87012"/>
    <w:rsid w:val="00D90784"/>
    <w:rsid w:val="00D92152"/>
    <w:rsid w:val="00D94690"/>
    <w:rsid w:val="00D973FF"/>
    <w:rsid w:val="00D97B90"/>
    <w:rsid w:val="00DA5B3A"/>
    <w:rsid w:val="00DA6D41"/>
    <w:rsid w:val="00DA6E48"/>
    <w:rsid w:val="00DA70FE"/>
    <w:rsid w:val="00DB21B2"/>
    <w:rsid w:val="00DB2BF0"/>
    <w:rsid w:val="00DB344A"/>
    <w:rsid w:val="00DB4069"/>
    <w:rsid w:val="00DC04AB"/>
    <w:rsid w:val="00DC0FFE"/>
    <w:rsid w:val="00DC2CDF"/>
    <w:rsid w:val="00DC396B"/>
    <w:rsid w:val="00DC4071"/>
    <w:rsid w:val="00DC6DE1"/>
    <w:rsid w:val="00DD785A"/>
    <w:rsid w:val="00DE00BB"/>
    <w:rsid w:val="00DE0160"/>
    <w:rsid w:val="00DE1FD1"/>
    <w:rsid w:val="00DE24E2"/>
    <w:rsid w:val="00DE24F2"/>
    <w:rsid w:val="00DE3D5D"/>
    <w:rsid w:val="00DE644A"/>
    <w:rsid w:val="00DF19FA"/>
    <w:rsid w:val="00DF2A1B"/>
    <w:rsid w:val="00DF39AE"/>
    <w:rsid w:val="00DF3C60"/>
    <w:rsid w:val="00DF3D57"/>
    <w:rsid w:val="00DF5F7E"/>
    <w:rsid w:val="00DF633C"/>
    <w:rsid w:val="00DF7F23"/>
    <w:rsid w:val="00E00D7D"/>
    <w:rsid w:val="00E0152F"/>
    <w:rsid w:val="00E0172C"/>
    <w:rsid w:val="00E02100"/>
    <w:rsid w:val="00E03048"/>
    <w:rsid w:val="00E13F04"/>
    <w:rsid w:val="00E141F2"/>
    <w:rsid w:val="00E15DA0"/>
    <w:rsid w:val="00E165A0"/>
    <w:rsid w:val="00E21BA9"/>
    <w:rsid w:val="00E229BB"/>
    <w:rsid w:val="00E23DB6"/>
    <w:rsid w:val="00E2535D"/>
    <w:rsid w:val="00E25384"/>
    <w:rsid w:val="00E25847"/>
    <w:rsid w:val="00E258F5"/>
    <w:rsid w:val="00E25A6E"/>
    <w:rsid w:val="00E26BAC"/>
    <w:rsid w:val="00E271A1"/>
    <w:rsid w:val="00E27A3B"/>
    <w:rsid w:val="00E31B0B"/>
    <w:rsid w:val="00E410DD"/>
    <w:rsid w:val="00E476D4"/>
    <w:rsid w:val="00E531BC"/>
    <w:rsid w:val="00E576DA"/>
    <w:rsid w:val="00E57FCD"/>
    <w:rsid w:val="00E607C3"/>
    <w:rsid w:val="00E627DF"/>
    <w:rsid w:val="00E62FED"/>
    <w:rsid w:val="00E65C4A"/>
    <w:rsid w:val="00E722FF"/>
    <w:rsid w:val="00E7573D"/>
    <w:rsid w:val="00E75B0E"/>
    <w:rsid w:val="00E82DB4"/>
    <w:rsid w:val="00E83592"/>
    <w:rsid w:val="00E83E81"/>
    <w:rsid w:val="00E84E62"/>
    <w:rsid w:val="00E84E96"/>
    <w:rsid w:val="00E924D4"/>
    <w:rsid w:val="00E92D93"/>
    <w:rsid w:val="00E938D9"/>
    <w:rsid w:val="00E93C49"/>
    <w:rsid w:val="00E94495"/>
    <w:rsid w:val="00E96950"/>
    <w:rsid w:val="00E9734A"/>
    <w:rsid w:val="00EA2026"/>
    <w:rsid w:val="00EA3906"/>
    <w:rsid w:val="00EA4E38"/>
    <w:rsid w:val="00EB10C4"/>
    <w:rsid w:val="00EB6E7D"/>
    <w:rsid w:val="00EB7745"/>
    <w:rsid w:val="00EC07A9"/>
    <w:rsid w:val="00EC498F"/>
    <w:rsid w:val="00ED50ED"/>
    <w:rsid w:val="00ED69FA"/>
    <w:rsid w:val="00EE14EB"/>
    <w:rsid w:val="00EE2247"/>
    <w:rsid w:val="00EE35D0"/>
    <w:rsid w:val="00EE414E"/>
    <w:rsid w:val="00EE429F"/>
    <w:rsid w:val="00EF151C"/>
    <w:rsid w:val="00EF6858"/>
    <w:rsid w:val="00EF6BD5"/>
    <w:rsid w:val="00F01561"/>
    <w:rsid w:val="00F02B29"/>
    <w:rsid w:val="00F0332E"/>
    <w:rsid w:val="00F05BC5"/>
    <w:rsid w:val="00F07136"/>
    <w:rsid w:val="00F10559"/>
    <w:rsid w:val="00F11690"/>
    <w:rsid w:val="00F1787B"/>
    <w:rsid w:val="00F23792"/>
    <w:rsid w:val="00F276FE"/>
    <w:rsid w:val="00F3089C"/>
    <w:rsid w:val="00F30DC1"/>
    <w:rsid w:val="00F31D31"/>
    <w:rsid w:val="00F34DAB"/>
    <w:rsid w:val="00F35120"/>
    <w:rsid w:val="00F374F2"/>
    <w:rsid w:val="00F407ED"/>
    <w:rsid w:val="00F43DC5"/>
    <w:rsid w:val="00F45CC0"/>
    <w:rsid w:val="00F4631D"/>
    <w:rsid w:val="00F55771"/>
    <w:rsid w:val="00F561CA"/>
    <w:rsid w:val="00F57772"/>
    <w:rsid w:val="00F577F6"/>
    <w:rsid w:val="00F6220D"/>
    <w:rsid w:val="00F724A5"/>
    <w:rsid w:val="00F754DE"/>
    <w:rsid w:val="00F76A60"/>
    <w:rsid w:val="00F77885"/>
    <w:rsid w:val="00F77CA0"/>
    <w:rsid w:val="00F82C6E"/>
    <w:rsid w:val="00F82FFC"/>
    <w:rsid w:val="00F85377"/>
    <w:rsid w:val="00F86AB4"/>
    <w:rsid w:val="00F90B36"/>
    <w:rsid w:val="00F9110B"/>
    <w:rsid w:val="00F92D46"/>
    <w:rsid w:val="00F94551"/>
    <w:rsid w:val="00F94CA6"/>
    <w:rsid w:val="00F95010"/>
    <w:rsid w:val="00F96E3B"/>
    <w:rsid w:val="00FA044E"/>
    <w:rsid w:val="00FA1462"/>
    <w:rsid w:val="00FA1D9C"/>
    <w:rsid w:val="00FA3530"/>
    <w:rsid w:val="00FA3EA7"/>
    <w:rsid w:val="00FA4E8C"/>
    <w:rsid w:val="00FA6E4D"/>
    <w:rsid w:val="00FB2DFC"/>
    <w:rsid w:val="00FB549C"/>
    <w:rsid w:val="00FB618A"/>
    <w:rsid w:val="00FC0454"/>
    <w:rsid w:val="00FC2CEB"/>
    <w:rsid w:val="00FC5305"/>
    <w:rsid w:val="00FC53BC"/>
    <w:rsid w:val="00FC594D"/>
    <w:rsid w:val="00FC7834"/>
    <w:rsid w:val="00FD59EF"/>
    <w:rsid w:val="00FD6E3D"/>
    <w:rsid w:val="00FE5CA2"/>
    <w:rsid w:val="00FE5E80"/>
    <w:rsid w:val="00FE6CB9"/>
    <w:rsid w:val="00FE7977"/>
    <w:rsid w:val="00FE7CE5"/>
    <w:rsid w:val="00FF02B8"/>
    <w:rsid w:val="00FF53BE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FC98F"/>
  <w15:docId w15:val="{35574414-565A-4BB6-8333-3EEEA1CC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A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23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D364A"/>
    <w:pPr>
      <w:keepNext/>
      <w:tabs>
        <w:tab w:val="num" w:pos="1080"/>
      </w:tabs>
      <w:spacing w:after="240"/>
      <w:ind w:left="1080" w:hanging="60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CD364A"/>
    <w:pPr>
      <w:keepNext/>
      <w:tabs>
        <w:tab w:val="num" w:pos="1920"/>
      </w:tabs>
      <w:spacing w:after="240"/>
      <w:ind w:left="1920" w:hanging="840"/>
      <w:jc w:val="both"/>
      <w:outlineLvl w:val="2"/>
    </w:pPr>
    <w:rPr>
      <w:i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CD364A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1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8040F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E26BAC"/>
    <w:rPr>
      <w:b/>
      <w:bCs/>
    </w:rPr>
  </w:style>
  <w:style w:type="character" w:styleId="Emphasis">
    <w:name w:val="Emphasis"/>
    <w:qFormat/>
    <w:rsid w:val="00D72D72"/>
    <w:rPr>
      <w:i/>
      <w:iCs/>
    </w:rPr>
  </w:style>
  <w:style w:type="paragraph" w:styleId="ListBullet">
    <w:name w:val="List Bullet"/>
    <w:basedOn w:val="Normal"/>
    <w:rsid w:val="00746A95"/>
    <w:pPr>
      <w:numPr>
        <w:numId w:val="3"/>
      </w:numPr>
      <w:spacing w:after="240"/>
      <w:jc w:val="both"/>
    </w:pPr>
    <w:rPr>
      <w:szCs w:val="20"/>
      <w:lang w:eastAsia="en-US"/>
    </w:rPr>
  </w:style>
  <w:style w:type="paragraph" w:styleId="ListNumber">
    <w:name w:val="List Number"/>
    <w:basedOn w:val="Normal"/>
    <w:rsid w:val="00746A95"/>
    <w:pPr>
      <w:numPr>
        <w:numId w:val="13"/>
      </w:numPr>
      <w:spacing w:after="240"/>
      <w:jc w:val="both"/>
    </w:pPr>
    <w:rPr>
      <w:szCs w:val="20"/>
      <w:lang w:eastAsia="en-US"/>
    </w:rPr>
  </w:style>
  <w:style w:type="paragraph" w:customStyle="1" w:styleId="ListNumberLevel2">
    <w:name w:val="List Number (Level 2)"/>
    <w:basedOn w:val="Normal"/>
    <w:rsid w:val="00746A95"/>
    <w:pPr>
      <w:numPr>
        <w:ilvl w:val="1"/>
        <w:numId w:val="13"/>
      </w:numPr>
      <w:spacing w:after="240"/>
      <w:jc w:val="both"/>
    </w:pPr>
    <w:rPr>
      <w:szCs w:val="20"/>
      <w:lang w:eastAsia="en-US"/>
    </w:rPr>
  </w:style>
  <w:style w:type="paragraph" w:customStyle="1" w:styleId="ListNumberLevel3">
    <w:name w:val="List Number (Level 3)"/>
    <w:basedOn w:val="Normal"/>
    <w:rsid w:val="00746A95"/>
    <w:pPr>
      <w:numPr>
        <w:ilvl w:val="2"/>
        <w:numId w:val="13"/>
      </w:numPr>
      <w:spacing w:after="240"/>
      <w:jc w:val="both"/>
    </w:pPr>
    <w:rPr>
      <w:szCs w:val="20"/>
      <w:lang w:eastAsia="en-US"/>
    </w:rPr>
  </w:style>
  <w:style w:type="paragraph" w:customStyle="1" w:styleId="ListNumberLevel4">
    <w:name w:val="List Number (Level 4)"/>
    <w:basedOn w:val="Normal"/>
    <w:rsid w:val="00746A95"/>
    <w:pPr>
      <w:numPr>
        <w:ilvl w:val="3"/>
        <w:numId w:val="13"/>
      </w:numPr>
      <w:spacing w:after="240"/>
      <w:jc w:val="both"/>
    </w:pPr>
    <w:rPr>
      <w:szCs w:val="20"/>
      <w:lang w:eastAsia="en-US"/>
    </w:rPr>
  </w:style>
  <w:style w:type="paragraph" w:styleId="DocumentMap">
    <w:name w:val="Document Map"/>
    <w:basedOn w:val="Normal"/>
    <w:semiHidden/>
    <w:rsid w:val="00DF19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dressTL">
    <w:name w:val="AddressTL"/>
    <w:basedOn w:val="Normal"/>
    <w:next w:val="Normal"/>
    <w:rsid w:val="009550A2"/>
    <w:pPr>
      <w:spacing w:after="720"/>
    </w:pPr>
    <w:rPr>
      <w:szCs w:val="20"/>
      <w:lang w:eastAsia="en-US"/>
    </w:rPr>
  </w:style>
  <w:style w:type="paragraph" w:customStyle="1" w:styleId="ItemEN">
    <w:name w:val="Item_EN"/>
    <w:basedOn w:val="Normal"/>
    <w:next w:val="Normal"/>
    <w:link w:val="ItemENChar"/>
    <w:rsid w:val="00292871"/>
    <w:pPr>
      <w:autoSpaceDE w:val="0"/>
      <w:autoSpaceDN w:val="0"/>
      <w:adjustRightInd w:val="0"/>
      <w:spacing w:after="120"/>
      <w:ind w:left="720"/>
    </w:pPr>
    <w:rPr>
      <w:i/>
      <w:lang w:eastAsia="en-US"/>
    </w:rPr>
  </w:style>
  <w:style w:type="character" w:customStyle="1" w:styleId="ItemENChar">
    <w:name w:val="Item_EN Char"/>
    <w:link w:val="ItemEN"/>
    <w:rsid w:val="00292871"/>
    <w:rPr>
      <w:i/>
      <w:sz w:val="24"/>
      <w:szCs w:val="24"/>
      <w:lang w:eastAsia="en-US"/>
    </w:rPr>
  </w:style>
  <w:style w:type="paragraph" w:customStyle="1" w:styleId="doc-ti">
    <w:name w:val="doc-ti"/>
    <w:basedOn w:val="Normal"/>
    <w:rsid w:val="001A1955"/>
    <w:pPr>
      <w:spacing w:before="240" w:after="12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rsid w:val="00746A95"/>
    <w:pPr>
      <w:spacing w:before="480"/>
      <w:ind w:left="567" w:hanging="567"/>
    </w:pPr>
    <w:rPr>
      <w:szCs w:val="20"/>
      <w:lang w:eastAsia="en-US"/>
    </w:rPr>
  </w:style>
  <w:style w:type="paragraph" w:customStyle="1" w:styleId="ListBullet1">
    <w:name w:val="List Bullet 1"/>
    <w:basedOn w:val="Normal"/>
    <w:rsid w:val="00746A95"/>
    <w:pPr>
      <w:numPr>
        <w:numId w:val="4"/>
      </w:numPr>
      <w:spacing w:after="240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746A95"/>
    <w:pPr>
      <w:numPr>
        <w:numId w:val="5"/>
      </w:numPr>
      <w:spacing w:after="240"/>
      <w:jc w:val="both"/>
    </w:pPr>
    <w:rPr>
      <w:szCs w:val="20"/>
      <w:lang w:eastAsia="en-US"/>
    </w:rPr>
  </w:style>
  <w:style w:type="paragraph" w:styleId="ListBullet3">
    <w:name w:val="List Bullet 3"/>
    <w:basedOn w:val="Normal"/>
    <w:rsid w:val="00746A95"/>
    <w:pPr>
      <w:numPr>
        <w:numId w:val="6"/>
      </w:numPr>
      <w:spacing w:after="240"/>
      <w:jc w:val="both"/>
    </w:pPr>
    <w:rPr>
      <w:szCs w:val="20"/>
      <w:lang w:eastAsia="en-US"/>
    </w:rPr>
  </w:style>
  <w:style w:type="paragraph" w:styleId="ListBullet4">
    <w:name w:val="List Bullet 4"/>
    <w:basedOn w:val="Normal"/>
    <w:rsid w:val="00746A95"/>
    <w:pPr>
      <w:numPr>
        <w:numId w:val="7"/>
      </w:numPr>
      <w:spacing w:after="240"/>
      <w:jc w:val="both"/>
    </w:pPr>
    <w:rPr>
      <w:szCs w:val="20"/>
      <w:lang w:eastAsia="en-US"/>
    </w:rPr>
  </w:style>
  <w:style w:type="paragraph" w:customStyle="1" w:styleId="ListDash">
    <w:name w:val="List Dash"/>
    <w:basedOn w:val="Normal"/>
    <w:rsid w:val="00746A95"/>
    <w:pPr>
      <w:numPr>
        <w:numId w:val="8"/>
      </w:numPr>
      <w:spacing w:after="240"/>
      <w:jc w:val="both"/>
    </w:pPr>
    <w:rPr>
      <w:szCs w:val="20"/>
      <w:lang w:eastAsia="en-US"/>
    </w:rPr>
  </w:style>
  <w:style w:type="paragraph" w:customStyle="1" w:styleId="ListDash1">
    <w:name w:val="List Dash 1"/>
    <w:basedOn w:val="Normal"/>
    <w:rsid w:val="00746A95"/>
    <w:pPr>
      <w:numPr>
        <w:numId w:val="9"/>
      </w:numPr>
      <w:spacing w:after="240"/>
      <w:jc w:val="both"/>
    </w:pPr>
    <w:rPr>
      <w:szCs w:val="20"/>
      <w:lang w:eastAsia="en-US"/>
    </w:rPr>
  </w:style>
  <w:style w:type="paragraph" w:customStyle="1" w:styleId="ListDash2">
    <w:name w:val="List Dash 2"/>
    <w:basedOn w:val="Normal"/>
    <w:rsid w:val="00746A95"/>
    <w:pPr>
      <w:numPr>
        <w:numId w:val="10"/>
      </w:numPr>
      <w:spacing w:after="240"/>
      <w:jc w:val="both"/>
    </w:pPr>
    <w:rPr>
      <w:szCs w:val="20"/>
      <w:lang w:eastAsia="en-US"/>
    </w:rPr>
  </w:style>
  <w:style w:type="paragraph" w:customStyle="1" w:styleId="ListDash3">
    <w:name w:val="List Dash 3"/>
    <w:basedOn w:val="Normal"/>
    <w:rsid w:val="00746A95"/>
    <w:pPr>
      <w:numPr>
        <w:numId w:val="11"/>
      </w:numPr>
      <w:spacing w:after="240"/>
      <w:jc w:val="both"/>
    </w:pPr>
    <w:rPr>
      <w:szCs w:val="20"/>
      <w:lang w:eastAsia="en-US"/>
    </w:rPr>
  </w:style>
  <w:style w:type="paragraph" w:customStyle="1" w:styleId="ListDash4">
    <w:name w:val="List Dash 4"/>
    <w:basedOn w:val="Normal"/>
    <w:rsid w:val="00746A95"/>
    <w:pPr>
      <w:numPr>
        <w:numId w:val="12"/>
      </w:numPr>
      <w:spacing w:after="240"/>
      <w:jc w:val="both"/>
    </w:pPr>
    <w:rPr>
      <w:szCs w:val="20"/>
      <w:lang w:eastAsia="en-US"/>
    </w:rPr>
  </w:style>
  <w:style w:type="paragraph" w:customStyle="1" w:styleId="ListNumber1">
    <w:name w:val="List Number 1"/>
    <w:basedOn w:val="Normal"/>
    <w:rsid w:val="00746A95"/>
    <w:pPr>
      <w:numPr>
        <w:numId w:val="14"/>
      </w:numPr>
      <w:spacing w:after="240"/>
      <w:jc w:val="both"/>
    </w:pPr>
    <w:rPr>
      <w:szCs w:val="20"/>
      <w:lang w:eastAsia="en-US"/>
    </w:rPr>
  </w:style>
  <w:style w:type="paragraph" w:styleId="ListNumber2">
    <w:name w:val="List Number 2"/>
    <w:basedOn w:val="Normal"/>
    <w:rsid w:val="00746A95"/>
    <w:pPr>
      <w:numPr>
        <w:numId w:val="15"/>
      </w:numPr>
      <w:spacing w:after="240"/>
      <w:jc w:val="both"/>
    </w:pPr>
    <w:rPr>
      <w:szCs w:val="20"/>
      <w:lang w:eastAsia="en-US"/>
    </w:rPr>
  </w:style>
  <w:style w:type="paragraph" w:styleId="ListNumber3">
    <w:name w:val="List Number 3"/>
    <w:basedOn w:val="Normal"/>
    <w:rsid w:val="00746A95"/>
    <w:pPr>
      <w:numPr>
        <w:numId w:val="16"/>
      </w:numPr>
      <w:spacing w:after="240"/>
      <w:jc w:val="both"/>
    </w:pPr>
    <w:rPr>
      <w:szCs w:val="20"/>
      <w:lang w:eastAsia="en-US"/>
    </w:rPr>
  </w:style>
  <w:style w:type="paragraph" w:styleId="ListNumber4">
    <w:name w:val="List Number 4"/>
    <w:basedOn w:val="Normal"/>
    <w:rsid w:val="00746A95"/>
    <w:pPr>
      <w:numPr>
        <w:numId w:val="17"/>
      </w:numPr>
      <w:spacing w:after="240"/>
      <w:jc w:val="both"/>
    </w:pPr>
    <w:rPr>
      <w:szCs w:val="20"/>
      <w:lang w:eastAsia="en-US"/>
    </w:rPr>
  </w:style>
  <w:style w:type="paragraph" w:customStyle="1" w:styleId="ListNumber1Level2">
    <w:name w:val="List Number 1 (Level 2)"/>
    <w:basedOn w:val="Normal"/>
    <w:rsid w:val="00746A95"/>
    <w:pPr>
      <w:numPr>
        <w:ilvl w:val="1"/>
        <w:numId w:val="14"/>
      </w:numPr>
      <w:spacing w:after="240"/>
      <w:jc w:val="both"/>
    </w:pPr>
    <w:rPr>
      <w:szCs w:val="20"/>
      <w:lang w:eastAsia="en-US"/>
    </w:rPr>
  </w:style>
  <w:style w:type="paragraph" w:customStyle="1" w:styleId="ListNumber2Level2">
    <w:name w:val="List Number 2 (Level 2)"/>
    <w:basedOn w:val="Normal"/>
    <w:rsid w:val="00746A95"/>
    <w:pPr>
      <w:numPr>
        <w:ilvl w:val="1"/>
        <w:numId w:val="15"/>
      </w:numPr>
      <w:spacing w:after="240"/>
      <w:jc w:val="both"/>
    </w:pPr>
    <w:rPr>
      <w:szCs w:val="20"/>
      <w:lang w:eastAsia="en-US"/>
    </w:rPr>
  </w:style>
  <w:style w:type="paragraph" w:customStyle="1" w:styleId="ListNumber3Level2">
    <w:name w:val="List Number 3 (Level 2)"/>
    <w:basedOn w:val="Normal"/>
    <w:rsid w:val="00746A95"/>
    <w:pPr>
      <w:numPr>
        <w:ilvl w:val="1"/>
        <w:numId w:val="16"/>
      </w:numPr>
      <w:spacing w:after="240"/>
      <w:jc w:val="both"/>
    </w:pPr>
    <w:rPr>
      <w:szCs w:val="20"/>
      <w:lang w:eastAsia="en-US"/>
    </w:rPr>
  </w:style>
  <w:style w:type="paragraph" w:customStyle="1" w:styleId="ListNumber4Level2">
    <w:name w:val="List Number 4 (Level 2)"/>
    <w:basedOn w:val="Normal"/>
    <w:rsid w:val="00746A95"/>
    <w:pPr>
      <w:numPr>
        <w:ilvl w:val="1"/>
        <w:numId w:val="17"/>
      </w:numPr>
      <w:spacing w:after="240"/>
      <w:jc w:val="both"/>
    </w:pPr>
    <w:rPr>
      <w:szCs w:val="20"/>
      <w:lang w:eastAsia="en-US"/>
    </w:rPr>
  </w:style>
  <w:style w:type="paragraph" w:customStyle="1" w:styleId="ListNumber1Level3">
    <w:name w:val="List Number 1 (Level 3)"/>
    <w:basedOn w:val="Normal"/>
    <w:rsid w:val="00746A95"/>
    <w:pPr>
      <w:numPr>
        <w:ilvl w:val="2"/>
        <w:numId w:val="14"/>
      </w:numPr>
      <w:spacing w:after="240"/>
      <w:jc w:val="both"/>
    </w:pPr>
    <w:rPr>
      <w:szCs w:val="20"/>
      <w:lang w:eastAsia="en-US"/>
    </w:rPr>
  </w:style>
  <w:style w:type="paragraph" w:customStyle="1" w:styleId="ListNumber2Level3">
    <w:name w:val="List Number 2 (Level 3)"/>
    <w:basedOn w:val="Normal"/>
    <w:rsid w:val="00746A95"/>
    <w:pPr>
      <w:numPr>
        <w:ilvl w:val="2"/>
        <w:numId w:val="15"/>
      </w:numPr>
      <w:spacing w:after="240"/>
      <w:jc w:val="both"/>
    </w:pPr>
    <w:rPr>
      <w:szCs w:val="20"/>
      <w:lang w:eastAsia="en-US"/>
    </w:rPr>
  </w:style>
  <w:style w:type="paragraph" w:customStyle="1" w:styleId="ListNumber3Level3">
    <w:name w:val="List Number 3 (Level 3)"/>
    <w:basedOn w:val="Normal"/>
    <w:rsid w:val="00746A95"/>
    <w:pPr>
      <w:numPr>
        <w:ilvl w:val="2"/>
        <w:numId w:val="16"/>
      </w:numPr>
      <w:spacing w:after="240"/>
      <w:jc w:val="both"/>
    </w:pPr>
    <w:rPr>
      <w:szCs w:val="20"/>
      <w:lang w:eastAsia="en-US"/>
    </w:rPr>
  </w:style>
  <w:style w:type="paragraph" w:customStyle="1" w:styleId="ListNumber4Level3">
    <w:name w:val="List Number 4 (Level 3)"/>
    <w:basedOn w:val="Normal"/>
    <w:rsid w:val="00746A95"/>
    <w:pPr>
      <w:numPr>
        <w:ilvl w:val="2"/>
        <w:numId w:val="17"/>
      </w:numPr>
      <w:spacing w:after="240"/>
      <w:jc w:val="both"/>
    </w:pPr>
    <w:rPr>
      <w:szCs w:val="20"/>
      <w:lang w:eastAsia="en-US"/>
    </w:rPr>
  </w:style>
  <w:style w:type="paragraph" w:customStyle="1" w:styleId="ListNumber1Level4">
    <w:name w:val="List Number 1 (Level 4)"/>
    <w:basedOn w:val="Normal"/>
    <w:rsid w:val="00746A95"/>
    <w:pPr>
      <w:numPr>
        <w:ilvl w:val="3"/>
        <w:numId w:val="14"/>
      </w:numPr>
      <w:spacing w:after="240"/>
      <w:jc w:val="both"/>
    </w:pPr>
    <w:rPr>
      <w:szCs w:val="20"/>
      <w:lang w:eastAsia="en-US"/>
    </w:rPr>
  </w:style>
  <w:style w:type="paragraph" w:customStyle="1" w:styleId="ListNumber2Level4">
    <w:name w:val="List Number 2 (Level 4)"/>
    <w:basedOn w:val="Normal"/>
    <w:rsid w:val="00746A95"/>
    <w:pPr>
      <w:numPr>
        <w:ilvl w:val="3"/>
        <w:numId w:val="15"/>
      </w:numPr>
      <w:spacing w:after="240"/>
      <w:jc w:val="both"/>
    </w:pPr>
    <w:rPr>
      <w:szCs w:val="20"/>
      <w:lang w:eastAsia="en-US"/>
    </w:rPr>
  </w:style>
  <w:style w:type="paragraph" w:customStyle="1" w:styleId="ListNumber3Level4">
    <w:name w:val="List Number 3 (Level 4)"/>
    <w:basedOn w:val="Normal"/>
    <w:rsid w:val="00746A95"/>
    <w:pPr>
      <w:numPr>
        <w:ilvl w:val="3"/>
        <w:numId w:val="16"/>
      </w:numPr>
      <w:spacing w:after="240"/>
      <w:jc w:val="both"/>
    </w:pPr>
    <w:rPr>
      <w:szCs w:val="20"/>
      <w:lang w:eastAsia="en-US"/>
    </w:rPr>
  </w:style>
  <w:style w:type="paragraph" w:customStyle="1" w:styleId="ListNumber4Level4">
    <w:name w:val="List Number 4 (Level 4)"/>
    <w:basedOn w:val="Normal"/>
    <w:rsid w:val="00746A95"/>
    <w:pPr>
      <w:numPr>
        <w:ilvl w:val="3"/>
        <w:numId w:val="17"/>
      </w:numPr>
      <w:spacing w:after="240"/>
      <w:jc w:val="both"/>
    </w:pPr>
    <w:rPr>
      <w:szCs w:val="20"/>
      <w:lang w:eastAsia="en-US"/>
    </w:rPr>
  </w:style>
  <w:style w:type="paragraph" w:styleId="TOC5">
    <w:name w:val="toc 5"/>
    <w:basedOn w:val="Normal"/>
    <w:next w:val="Normal"/>
    <w:rsid w:val="00746A95"/>
    <w:pPr>
      <w:tabs>
        <w:tab w:val="right" w:leader="dot" w:pos="8641"/>
      </w:tabs>
      <w:spacing w:before="240" w:after="120"/>
      <w:ind w:right="720"/>
      <w:jc w:val="both"/>
    </w:pPr>
    <w:rPr>
      <w:caps/>
      <w:szCs w:val="20"/>
      <w:lang w:eastAsia="en-US"/>
    </w:rPr>
  </w:style>
  <w:style w:type="character" w:customStyle="1" w:styleId="Heading1Char">
    <w:name w:val="Heading 1 Char"/>
    <w:link w:val="Heading1"/>
    <w:rsid w:val="0037238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qFormat/>
    <w:rsid w:val="00746A95"/>
    <w:pPr>
      <w:keepNext/>
      <w:spacing w:before="240" w:after="240"/>
      <w:jc w:val="center"/>
    </w:pPr>
    <w:rPr>
      <w:b/>
      <w:szCs w:val="20"/>
      <w:lang w:eastAsia="en-US"/>
    </w:rPr>
  </w:style>
  <w:style w:type="paragraph" w:styleId="TOC1">
    <w:name w:val="toc 1"/>
    <w:basedOn w:val="Normal"/>
    <w:next w:val="Normal"/>
    <w:rsid w:val="007A09FC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styleId="TOC2">
    <w:name w:val="toc 2"/>
    <w:basedOn w:val="Normal"/>
    <w:next w:val="Normal"/>
    <w:rsid w:val="007A09FC"/>
    <w:pPr>
      <w:tabs>
        <w:tab w:val="right" w:leader="dot" w:pos="8640"/>
      </w:tabs>
      <w:spacing w:before="60" w:after="60"/>
      <w:ind w:left="1077" w:right="720" w:hanging="595"/>
      <w:jc w:val="both"/>
    </w:pPr>
    <w:rPr>
      <w:szCs w:val="20"/>
      <w:lang w:eastAsia="en-US"/>
    </w:rPr>
  </w:style>
  <w:style w:type="paragraph" w:styleId="TOC3">
    <w:name w:val="toc 3"/>
    <w:basedOn w:val="Normal"/>
    <w:next w:val="Normal"/>
    <w:rsid w:val="007A09FC"/>
    <w:pPr>
      <w:tabs>
        <w:tab w:val="right" w:leader="dot" w:pos="8640"/>
      </w:tabs>
      <w:spacing w:before="60" w:after="60"/>
      <w:ind w:left="1916" w:right="720" w:hanging="839"/>
      <w:jc w:val="both"/>
    </w:pPr>
    <w:rPr>
      <w:szCs w:val="20"/>
      <w:lang w:eastAsia="en-US"/>
    </w:rPr>
  </w:style>
  <w:style w:type="paragraph" w:styleId="TOC4">
    <w:name w:val="toc 4"/>
    <w:basedOn w:val="Normal"/>
    <w:next w:val="Normal"/>
    <w:rsid w:val="007A09FC"/>
    <w:pPr>
      <w:tabs>
        <w:tab w:val="right" w:leader="dot" w:pos="8641"/>
      </w:tabs>
      <w:spacing w:before="60" w:after="60"/>
      <w:ind w:left="2880" w:right="720" w:hanging="964"/>
      <w:jc w:val="both"/>
    </w:pPr>
    <w:rPr>
      <w:szCs w:val="20"/>
      <w:lang w:eastAsia="en-US"/>
    </w:rPr>
  </w:style>
  <w:style w:type="character" w:styleId="Hyperlink">
    <w:name w:val="Hyperlink"/>
    <w:uiPriority w:val="99"/>
    <w:unhideWhenUsed/>
    <w:rsid w:val="00CF56A5"/>
    <w:rPr>
      <w:color w:val="405078"/>
      <w:u w:val="single"/>
    </w:rPr>
  </w:style>
  <w:style w:type="character" w:customStyle="1" w:styleId="Heading2Char">
    <w:name w:val="Heading 2 Char"/>
    <w:link w:val="Heading2"/>
    <w:rsid w:val="00CD364A"/>
    <w:rPr>
      <w:b/>
      <w:sz w:val="24"/>
      <w:lang w:eastAsia="en-US"/>
    </w:rPr>
  </w:style>
  <w:style w:type="character" w:customStyle="1" w:styleId="Heading3Char">
    <w:name w:val="Heading 3 Char"/>
    <w:link w:val="Heading3"/>
    <w:rsid w:val="00CD364A"/>
    <w:rPr>
      <w:i/>
      <w:sz w:val="24"/>
      <w:lang w:eastAsia="en-US"/>
    </w:rPr>
  </w:style>
  <w:style w:type="character" w:customStyle="1" w:styleId="Heading4Char">
    <w:name w:val="Heading 4 Char"/>
    <w:link w:val="Heading4"/>
    <w:rsid w:val="00CD364A"/>
    <w:rPr>
      <w:sz w:val="24"/>
      <w:lang w:eastAsia="en-US"/>
    </w:rPr>
  </w:style>
  <w:style w:type="paragraph" w:customStyle="1" w:styleId="NumPar1">
    <w:name w:val="NumPar 1"/>
    <w:basedOn w:val="Heading1"/>
    <w:next w:val="Normal"/>
    <w:rsid w:val="00CD364A"/>
    <w:pPr>
      <w:keepNext w:val="0"/>
      <w:tabs>
        <w:tab w:val="num" w:pos="480"/>
      </w:tabs>
      <w:spacing w:before="0" w:after="240"/>
      <w:ind w:left="480" w:hanging="480"/>
      <w:jc w:val="both"/>
      <w:outlineLvl w:val="9"/>
    </w:pPr>
    <w:rPr>
      <w:rFonts w:ascii="Times New Roman" w:hAnsi="Times New Roman"/>
      <w:b w:val="0"/>
      <w:bCs w:val="0"/>
      <w:kern w:val="0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D22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98</TotalTime>
  <Pages>1</Pages>
  <Words>131</Words>
  <Characters>739</Characters>
  <Application>Microsoft Office Word</Application>
  <DocSecurity>0</DocSecurity>
  <Lines>52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Advisory group on Fruit and Vegetable on 18 May 06</vt:lpstr>
    </vt:vector>
  </TitlesOfParts>
  <Company>European Commission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Advisory group on Fruit and Vegetable on 18 May 06</dc:title>
  <dc:creator>raynais</dc:creator>
  <cp:lastModifiedBy>FERRANDIS VALLTERRA Salvador Adrian (AGRI)</cp:lastModifiedBy>
  <cp:revision>8</cp:revision>
  <cp:lastPrinted>2019-05-16T10:46:00Z</cp:lastPrinted>
  <dcterms:created xsi:type="dcterms:W3CDTF">2019-04-11T15:35:00Z</dcterms:created>
  <dcterms:modified xsi:type="dcterms:W3CDTF">2019-06-06T14:14:00Z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-1392922599</vt:i4>
  </property>
  <property fmtid="{D5CDD505-2E9C-101B-9397-08002B2CF9AE}" pid="3" name="_NewReviewCycle">
    <vt:lpwstr/>
  </property>
  <property fmtid="{D5CDD505-2E9C-101B-9397-08002B2CF9AE}" pid="4" name="_EmailEntryID">
    <vt:lpwstr>000000004166AA662199D411BFAB00D0B76DEB1B07005D802E6EDA71D411BFA900D0B76DEB1B00000027631C0000AED9DA740DF4C745B3851E64D27CCF6600002614369A0000</vt:lpwstr>
  </property>
  <property fmtid="{D5CDD505-2E9C-101B-9397-08002B2CF9AE}" pid="5" name="_EmailStoreID">
    <vt:lpwstr>0000000038A1BB1005E5101AA1BB08002B2A56C20000454D534D44422E444C4C00000000000000001B55FA20AA6611CD9BC800AA002FC45A0C0000006F75746C6F6F6B2E6E6574312E6365632E65752E696E74002F6F3D4345432F6F753D434D532F636E3D526563697069656E74732F636E3D77616C6C69626100</vt:lpwstr>
  </property>
  <property fmtid="{D5CDD505-2E9C-101B-9397-08002B2CF9AE}" pid="6" name="_ReviewCycleID">
    <vt:i4>-1392922599</vt:i4>
  </property>
  <property fmtid="{D5CDD505-2E9C-101B-9397-08002B2CF9AE}" pid="7" name="ELDocType">
    <vt:lpwstr>NOT.DOT</vt:lpwstr>
  </property>
  <property fmtid="{D5CDD505-2E9C-101B-9397-08002B2CF9AE}" pid="8" name="Created using">
    <vt:lpwstr>3.0</vt:lpwstr>
  </property>
  <property fmtid="{D5CDD505-2E9C-101B-9397-08002B2CF9AE}" pid="9" name="Last edited using">
    <vt:lpwstr>EL 4.6 Build 50000</vt:lpwstr>
  </property>
  <property fmtid="{D5CDD505-2E9C-101B-9397-08002B2CF9AE}" pid="10" name="Formatting">
    <vt:lpwstr>4.1</vt:lpwstr>
  </property>
  <property fmtid="{D5CDD505-2E9C-101B-9397-08002B2CF9AE}" pid="11" name="_DocHome">
    <vt:i4>2130834048</vt:i4>
  </property>
  <property fmtid="{D5CDD505-2E9C-101B-9397-08002B2CF9AE}" pid="12" name="_EmailStoreID0">
    <vt:lpwstr>0000000038A1BB1005E5101AA1BB08002B2A56C20000454D534D44422E444C4C00000000000000001B55FA20AA6611CD9BC800AA002FC45A0C00000044616D69656E2E504C414E4065632E6575726F70612E6575002F4F3D4345432F4F553D434D532F636E3D526563697069656E74732F636E3D706C616E70646100E94632F</vt:lpwstr>
  </property>
  <property fmtid="{D5CDD505-2E9C-101B-9397-08002B2CF9AE}" pid="13" name="_EmailStoreID1">
    <vt:lpwstr>4440000000200000010000000440061006D00690065006E002E0050004C0041004E004000650063002E006500750072006F00700061002E006500750000000000</vt:lpwstr>
  </property>
</Properties>
</file>